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0E23D539" w:rsidR="00F422D3" w:rsidRDefault="00F422D3" w:rsidP="00BB1390">
      <w:pPr>
        <w:pStyle w:val="Titul2"/>
      </w:pPr>
      <w:r>
        <w:t xml:space="preserve">Název </w:t>
      </w:r>
      <w:r w:rsidRPr="00BB1390">
        <w:t>zakázky</w:t>
      </w:r>
      <w:r>
        <w:t>: „</w:t>
      </w:r>
      <w:r w:rsidR="00405B5B" w:rsidRPr="00405B5B">
        <w:t xml:space="preserve">Rekonstrukce neutrálního úseku </w:t>
      </w:r>
      <w:proofErr w:type="spellStart"/>
      <w:r w:rsidR="00405B5B" w:rsidRPr="00405B5B">
        <w:t>SpS</w:t>
      </w:r>
      <w:proofErr w:type="spellEnd"/>
      <w:r w:rsidR="00405B5B" w:rsidRPr="00405B5B">
        <w:t xml:space="preserve"> Vojkovice nad Ohří</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26507CE8" w14:textId="7234AA58" w:rsidR="00405B5B" w:rsidRDefault="00F422D3" w:rsidP="00405B5B">
      <w:pPr>
        <w:pStyle w:val="Textbezslovn"/>
        <w:spacing w:after="0"/>
        <w:jc w:val="left"/>
        <w:rPr>
          <w:rFonts w:cs="Verdana"/>
        </w:rPr>
      </w:pPr>
      <w:r>
        <w:t xml:space="preserve">zastoupena: </w:t>
      </w:r>
      <w:r w:rsidR="00405B5B">
        <w:rPr>
          <w:rFonts w:cs="Verdana"/>
        </w:rPr>
        <w:t xml:space="preserve">Ing. Petrem </w:t>
      </w:r>
      <w:proofErr w:type="spellStart"/>
      <w:r w:rsidR="00405B5B">
        <w:rPr>
          <w:rFonts w:cs="Verdana"/>
        </w:rPr>
        <w:t>Hofhanzlem</w:t>
      </w:r>
      <w:proofErr w:type="spellEnd"/>
      <w:r w:rsidR="00405B5B">
        <w:rPr>
          <w:rFonts w:cs="Verdana"/>
        </w:rPr>
        <w:t>, ředitelem Stavební správy západ</w:t>
      </w:r>
    </w:p>
    <w:p w14:paraId="6977F983" w14:textId="77777777" w:rsidR="00405B5B" w:rsidRPr="000174E8" w:rsidRDefault="00405B5B" w:rsidP="00405B5B">
      <w:pPr>
        <w:pStyle w:val="Textbezslovn"/>
        <w:spacing w:after="0"/>
      </w:pPr>
    </w:p>
    <w:p w14:paraId="51584183" w14:textId="33282642" w:rsidR="00F422D3" w:rsidRPr="00B42F40" w:rsidRDefault="00F422D3" w:rsidP="00405B5B">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4F166BDD" w:rsidR="00F422D3" w:rsidRDefault="00405B5B" w:rsidP="00B42F40">
      <w:pPr>
        <w:pStyle w:val="Textbezodsazen"/>
      </w:pPr>
      <w:r w:rsidRPr="000E5958">
        <w:t>Stavební správa z</w:t>
      </w:r>
      <w:r w:rsidR="00336DB0">
        <w:t xml:space="preserve">ápad, Budova </w:t>
      </w:r>
      <w:proofErr w:type="spellStart"/>
      <w:r w:rsidR="00336DB0">
        <w:t>Diamond</w:t>
      </w:r>
      <w:proofErr w:type="spellEnd"/>
      <w:r w:rsidR="00336DB0">
        <w:t xml:space="preserve"> Point, Ke Š</w:t>
      </w:r>
      <w:r w:rsidRPr="000E5958">
        <w:t>tvanici 656/3, 186 00 Praha 8 - Karlín</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554C849E" w:rsidR="00F422D3" w:rsidRDefault="008A7B0B" w:rsidP="00B42F40">
      <w:pPr>
        <w:pStyle w:val="Textbezodsazen"/>
        <w:spacing w:after="0"/>
      </w:pPr>
      <w:r>
        <w:t xml:space="preserve">číslo smlouvy: </w:t>
      </w:r>
      <w:r w:rsidRPr="008A7B0B">
        <w:t xml:space="preserve"> E618-S-178/2023</w:t>
      </w:r>
    </w:p>
    <w:p w14:paraId="547E09FE" w14:textId="7A63F561" w:rsidR="00F422D3" w:rsidRDefault="00F422D3" w:rsidP="00B42F40">
      <w:pPr>
        <w:pStyle w:val="Textbezodsazen"/>
      </w:pPr>
      <w:r>
        <w:t>ISPROFOND</w:t>
      </w:r>
      <w:r w:rsidR="00405B5B">
        <w:t>/</w:t>
      </w:r>
      <w:proofErr w:type="spellStart"/>
      <w:r w:rsidR="00405B5B">
        <w:t>Sub.ISPROFIN</w:t>
      </w:r>
      <w:proofErr w:type="spellEnd"/>
      <w:r>
        <w:t xml:space="preserve">: </w:t>
      </w:r>
      <w:r w:rsidR="002C3F4C" w:rsidRPr="002C3F4C">
        <w:t>3273214993</w:t>
      </w:r>
      <w:r w:rsidR="002C3F4C">
        <w:t>/</w:t>
      </w:r>
      <w:r w:rsidR="002C3F4C" w:rsidRPr="002C3F4C">
        <w:t>5323520057</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38F461E" w:rsidR="007D26F9" w:rsidRPr="000C2B01" w:rsidRDefault="007D26F9" w:rsidP="00BC5BDD">
      <w:pPr>
        <w:pStyle w:val="Text1-1"/>
      </w:pPr>
      <w:r>
        <w:t>Objednatel používá informační systém pro řízení</w:t>
      </w:r>
      <w:r w:rsidR="00A349C6">
        <w:t xml:space="preserve"> a </w:t>
      </w:r>
      <w:r>
        <w:t xml:space="preserve">monitoring staveb. Zhotovitel se zavazuje, že bude </w:t>
      </w:r>
      <w:r w:rsidRPr="00D45D38">
        <w:t xml:space="preserve">Objednateli </w:t>
      </w:r>
      <w:r w:rsidR="00336DB0" w:rsidRPr="00D45D38">
        <w:t>na vyžádání</w:t>
      </w:r>
      <w:r w:rsidR="00336DB0">
        <w:t xml:space="preserve"> </w:t>
      </w:r>
      <w:r>
        <w:t>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451D68DB" w:rsidR="007D26F9" w:rsidRDefault="007D26F9" w:rsidP="00405B5B">
      <w:pPr>
        <w:pStyle w:val="Text1-1"/>
      </w:pPr>
      <w:r>
        <w:t xml:space="preserve">Objednatel oznámil uveřejněním na profilu zadavatele: </w:t>
      </w:r>
      <w:hyperlink r:id="rId11" w:history="1">
        <w:r w:rsidR="00336DB0" w:rsidRPr="000A6658">
          <w:rPr>
            <w:rStyle w:val="Hypertextovodkaz"/>
            <w:noProof w:val="0"/>
          </w:rPr>
          <w:t>https://zakazky.spravazeleznic.cz/</w:t>
        </w:r>
      </w:hyperlink>
      <w:r>
        <w:t>dne "[</w:t>
      </w:r>
      <w:r w:rsidRPr="007D26F9">
        <w:rPr>
          <w:highlight w:val="green"/>
        </w:rPr>
        <w:t>VLOŽÍ OBJEDNATEL</w:t>
      </w:r>
      <w:r w:rsidR="00405B5B">
        <w:t>]" pod evidenčním číslem "61822196</w:t>
      </w:r>
      <w:r>
        <w:t>" svůj úmysl zadat veřejnou zakázku</w:t>
      </w:r>
      <w:r w:rsidR="00A349C6">
        <w:t xml:space="preserve"> s </w:t>
      </w:r>
      <w:r>
        <w:t>názvem „</w:t>
      </w:r>
      <w:r w:rsidR="00405B5B" w:rsidRPr="00405B5B">
        <w:rPr>
          <w:rStyle w:val="Tun"/>
        </w:rPr>
        <w:t xml:space="preserve">Rekonstrukce neutrálního úseku </w:t>
      </w:r>
      <w:proofErr w:type="spellStart"/>
      <w:r w:rsidR="00405B5B" w:rsidRPr="00405B5B">
        <w:rPr>
          <w:rStyle w:val="Tun"/>
        </w:rPr>
        <w:t>SpS</w:t>
      </w:r>
      <w:proofErr w:type="spellEnd"/>
      <w:r w:rsidR="00405B5B" w:rsidRPr="00405B5B">
        <w:rPr>
          <w:rStyle w:val="Tun"/>
        </w:rPr>
        <w:t xml:space="preserve"> Vojkovice nad Ohří</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28ECB866" w:rsidR="007D26F9" w:rsidRPr="008F7242" w:rsidRDefault="007D26F9" w:rsidP="00BC5BDD">
      <w:pPr>
        <w:pStyle w:val="Textbezslovn"/>
        <w:rPr>
          <w:rStyle w:val="Tun"/>
        </w:rPr>
      </w:pPr>
      <w:r w:rsidRPr="008F7242">
        <w:rPr>
          <w:rStyle w:val="Tun"/>
        </w:rPr>
        <w:t xml:space="preserve">Zahájení stavebních prací: dnem předání Staveniště dle </w:t>
      </w:r>
      <w:r w:rsidRPr="00D45D38">
        <w:rPr>
          <w:rStyle w:val="Tun"/>
        </w:rPr>
        <w:t xml:space="preserve">odst. </w:t>
      </w:r>
      <w:r w:rsidR="007573E2" w:rsidRPr="00D45D38">
        <w:rPr>
          <w:rStyle w:val="Tun"/>
        </w:rPr>
        <w:t>2</w:t>
      </w:r>
      <w:r w:rsidRPr="00D45D38">
        <w:rPr>
          <w:rStyle w:val="Tun"/>
        </w:rPr>
        <w:t>.1.1</w:t>
      </w:r>
      <w:r w:rsidRPr="008F7242">
        <w:rPr>
          <w:rStyle w:val="Tun"/>
        </w:rPr>
        <w:t xml:space="preserve"> Přílohy č.</w:t>
      </w:r>
      <w:r w:rsidR="00BC5BDD">
        <w:rPr>
          <w:rStyle w:val="Tun"/>
        </w:rPr>
        <w:t> </w:t>
      </w:r>
      <w:r w:rsidRPr="008F7242">
        <w:rPr>
          <w:rStyle w:val="Tun"/>
        </w:rPr>
        <w:t>2</w:t>
      </w:r>
      <w:r w:rsidR="00BC5BDD">
        <w:rPr>
          <w:rStyle w:val="Tun"/>
        </w:rPr>
        <w:t> </w:t>
      </w:r>
      <w:r w:rsidRPr="008F7242">
        <w:rPr>
          <w:rStyle w:val="Tun"/>
        </w:rPr>
        <w:t>b) Smlouvy.</w:t>
      </w:r>
    </w:p>
    <w:p w14:paraId="088393B7" w14:textId="1D39124C" w:rsidR="007D26F9" w:rsidRPr="008F7242" w:rsidRDefault="007D26F9" w:rsidP="00BC5BDD">
      <w:pPr>
        <w:pStyle w:val="Textbezslovn"/>
        <w:rPr>
          <w:rStyle w:val="Tun"/>
        </w:rPr>
      </w:pPr>
      <w:r w:rsidRPr="008F7242">
        <w:rPr>
          <w:rStyle w:val="Tun"/>
        </w:rPr>
        <w:t>Celková lhůta</w:t>
      </w:r>
      <w:r w:rsidR="0030162C">
        <w:rPr>
          <w:rStyle w:val="Tun"/>
        </w:rPr>
        <w:t xml:space="preserve"> pro dokončení Díla činí celkem 12</w:t>
      </w:r>
      <w:r w:rsidRPr="008F7242">
        <w:rPr>
          <w:rStyle w:val="Tun"/>
        </w:rPr>
        <w:t xml:space="preserve"> měsíců ode Dne zahájení stavebních prací (dokladem prokazujícím, že Zhotovitel dokončil celé Dílo, je Předávací protokol dle odst. 10.4 Obchodních podmínek).</w:t>
      </w:r>
    </w:p>
    <w:p w14:paraId="3AC6763F" w14:textId="6DBFE993" w:rsidR="007D26F9" w:rsidRDefault="007D26F9" w:rsidP="00BC5BDD">
      <w:pPr>
        <w:pStyle w:val="Textbezslovn"/>
      </w:pPr>
      <w:r>
        <w:lastRenderedPageBreak/>
        <w:t>Lhůta pro dokonče</w:t>
      </w:r>
      <w:r w:rsidR="0030162C">
        <w:t xml:space="preserve">ní stavebních prací činí celkem </w:t>
      </w:r>
      <w:r w:rsidR="0030162C" w:rsidRPr="00665D6B">
        <w:rPr>
          <w:b/>
        </w:rPr>
        <w:t>6</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665D6B">
        <w:t xml:space="preserve">Předání posouzení interoperability, včetně zajištění všech souvisejících dokladů, podle </w:t>
      </w:r>
      <w:proofErr w:type="spellStart"/>
      <w:r w:rsidRPr="00665D6B">
        <w:t>ust</w:t>
      </w:r>
      <w:proofErr w:type="spellEnd"/>
      <w:r w:rsidRPr="00665D6B">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BE801CD" w:rsidR="007D26F9" w:rsidRDefault="001E1209" w:rsidP="00BC5BDD">
      <w:pPr>
        <w:pStyle w:val="Text1-1"/>
      </w:pPr>
      <w:r>
        <w:t>Bankovní záruka za provedení Díla nebo Pojistná záruka za provedení Díla dle čl. 14 Obchodních podmínek se nepožaduje</w:t>
      </w:r>
      <w:r w:rsidR="007D26F9">
        <w:t>.</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F4EBF96" w14:textId="77777777" w:rsidR="00E26EE8" w:rsidRDefault="00E26EE8" w:rsidP="00E26EE8">
      <w:pPr>
        <w:pStyle w:val="Text1-1"/>
        <w:numPr>
          <w:ilvl w:val="1"/>
          <w:numId w:val="9"/>
        </w:numPr>
      </w:pPr>
      <w:r>
        <w:t xml:space="preserve">NEOBSAZENO </w:t>
      </w:r>
    </w:p>
    <w:p w14:paraId="76DB0A2E" w14:textId="3BBCF341" w:rsidR="009A12BD" w:rsidRPr="00813734" w:rsidRDefault="00813734" w:rsidP="00813734">
      <w:pPr>
        <w:pStyle w:val="Text1-1"/>
        <w:numPr>
          <w:ilvl w:val="0"/>
          <w:numId w:val="0"/>
        </w:numPr>
        <w:rPr>
          <w:i/>
          <w:color w:val="00B050"/>
        </w:rPr>
      </w:pPr>
      <w:r>
        <w:rPr>
          <w:i/>
          <w:color w:val="00B050"/>
        </w:rPr>
        <w:t xml:space="preserve">            </w:t>
      </w:r>
    </w:p>
    <w:p w14:paraId="5F0EF17E" w14:textId="77777777" w:rsidR="004C1A60" w:rsidRPr="009A12BD" w:rsidRDefault="004C1A60" w:rsidP="004C1A60">
      <w:pPr>
        <w:pStyle w:val="Text1-1"/>
      </w:pPr>
      <w:r w:rsidRPr="009A12BD">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B4AD954" w:rsidR="004C1A60" w:rsidRPr="009A12BD" w:rsidRDefault="004C1A60" w:rsidP="004C1A60">
      <w:pPr>
        <w:pStyle w:val="Text1-1"/>
        <w:numPr>
          <w:ilvl w:val="0"/>
          <w:numId w:val="0"/>
        </w:numPr>
        <w:ind w:left="737"/>
      </w:pPr>
      <w:r w:rsidRPr="009A12BD">
        <w:t>Součet hodnot dle výše uvedeného písm.</w:t>
      </w:r>
      <w:r w:rsidR="00A27871">
        <w:t xml:space="preserve"> </w:t>
      </w:r>
      <w:r w:rsidRPr="009A12BD">
        <w:t>a) a písm.</w:t>
      </w:r>
      <w:r w:rsidR="00A27871">
        <w:t xml:space="preserve"> </w:t>
      </w:r>
      <w:r w:rsidRPr="009A12BD">
        <w:t>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35AD1A61"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 xml:space="preserve">provedení studentské exkurze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D5FB4" w:rsidRPr="005E007F">
        <w:rPr>
          <w:rFonts w:eastAsia="Times New Roman" w:cs="Times New Roman"/>
          <w:sz w:val="18"/>
          <w:szCs w:val="18"/>
        </w:rPr>
        <w:t>Podrobnosti k provedení exkurze jsou uvedeny v Obchodních podmínkách.</w:t>
      </w:r>
      <w:r w:rsidR="00756F28" w:rsidRPr="00756F28">
        <w:rPr>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560035D" w14:textId="5BE4CE8B" w:rsidR="006E7284" w:rsidRPr="00D45D38" w:rsidRDefault="00484FB4" w:rsidP="004A36B7">
      <w:pPr>
        <w:numPr>
          <w:ilvl w:val="2"/>
          <w:numId w:val="34"/>
        </w:numPr>
        <w:spacing w:after="120" w:line="264" w:lineRule="auto"/>
        <w:jc w:val="both"/>
        <w:rPr>
          <w:color w:val="FF0000"/>
          <w:sz w:val="18"/>
          <w:szCs w:val="18"/>
        </w:rPr>
      </w:pPr>
      <w:r w:rsidRPr="00D45D38">
        <w:rPr>
          <w:rFonts w:eastAsia="Times New Roman" w:cs="Times New Roman"/>
          <w:sz w:val="18"/>
          <w:szCs w:val="18"/>
        </w:rPr>
        <w:t>Zhotovitel bude dodržovat</w:t>
      </w:r>
      <w:r w:rsidR="00E21FA2" w:rsidRPr="00D45D38">
        <w:rPr>
          <w:rFonts w:eastAsia="Times New Roman" w:cs="Times New Roman"/>
          <w:sz w:val="18"/>
          <w:szCs w:val="18"/>
        </w:rPr>
        <w:t xml:space="preserve"> povinnost recyklovat kamenivo vyzískané z kolejového lože v souladu s</w:t>
      </w:r>
      <w:r w:rsidR="00DE0D9C" w:rsidRPr="00D45D38">
        <w:rPr>
          <w:rFonts w:eastAsia="Times New Roman" w:cs="Times New Roman"/>
          <w:sz w:val="18"/>
          <w:szCs w:val="18"/>
        </w:rPr>
        <w:t> ustanoveními 5.2.5 přílohy č.2b) této smlouvy</w:t>
      </w:r>
      <w:r w:rsidR="00DE0D9C" w:rsidRPr="00D45D38">
        <w:rPr>
          <w:rFonts w:eastAsia="Times New Roman" w:cs="Times New Roman"/>
          <w:color w:val="FF0000"/>
          <w:sz w:val="18"/>
          <w:szCs w:val="18"/>
        </w:rPr>
        <w:t>.</w:t>
      </w:r>
    </w:p>
    <w:p w14:paraId="4D719B45" w14:textId="2DE6A24E" w:rsidR="00EA0D88"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rsidR="00EA0D88">
        <w:t xml:space="preserve"> </w:t>
      </w:r>
    </w:p>
    <w:p w14:paraId="7A1A29B3" w14:textId="77777777" w:rsidR="00437231" w:rsidRDefault="00437231" w:rsidP="00437231">
      <w:pPr>
        <w:pStyle w:val="Text1-1"/>
      </w:pPr>
      <w:r>
        <w:t>Mezinárodní sankce</w:t>
      </w:r>
    </w:p>
    <w:p w14:paraId="58BEB30F" w14:textId="77777777" w:rsidR="00437231" w:rsidRPr="00922189" w:rsidRDefault="00437231" w:rsidP="00437231">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26E82A2E" w14:textId="77777777" w:rsidR="00437231" w:rsidRDefault="00437231" w:rsidP="00437231">
      <w:pPr>
        <w:pStyle w:val="Text1-2"/>
      </w:pPr>
      <w:r>
        <w:t>Je-li Zhotovitelem sdružení více osob, platí výše podmínky dle tohoto odst. 4.12 také jednotlivě pro všechny osoby v rámci Zhotovitele sdružené, a to bez ohledu na právní formu tohoto sdružení.</w:t>
      </w:r>
    </w:p>
    <w:p w14:paraId="33A6F77C" w14:textId="77777777" w:rsidR="00437231" w:rsidRDefault="00437231" w:rsidP="00437231">
      <w:pPr>
        <w:pStyle w:val="Text1-2"/>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2771228B" w14:textId="77777777" w:rsidR="00437231" w:rsidRDefault="00437231" w:rsidP="00437231">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3A4707D0" w14:textId="6C214CBB" w:rsidR="00437231" w:rsidRDefault="00437231" w:rsidP="00437231">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31B49A1" w14:textId="77777777" w:rsidR="00437231" w:rsidRDefault="00437231" w:rsidP="00437231">
      <w:pPr>
        <w:pStyle w:val="Text1-2"/>
      </w:pPr>
      <w:r>
        <w:t>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w:t>
      </w:r>
    </w:p>
    <w:p w14:paraId="548984C3" w14:textId="77777777" w:rsidR="00437231" w:rsidRDefault="00437231" w:rsidP="00437231">
      <w:pPr>
        <w:pStyle w:val="Text1-2"/>
        <w:numPr>
          <w:ilvl w:val="0"/>
          <w:numId w:val="0"/>
        </w:numPr>
        <w:ind w:left="1503"/>
      </w:pP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lastRenderedPageBreak/>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 xml:space="preserve">že se nejedná </w:t>
      </w:r>
      <w:r>
        <w:lastRenderedPageBreak/>
        <w:t>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26F98E1E" w:rsidR="007D26F9" w:rsidRDefault="007D26F9" w:rsidP="00342DC7">
      <w:pPr>
        <w:pStyle w:val="Textbezslovn"/>
      </w:pPr>
      <w:r w:rsidRPr="00A349C6">
        <w:rPr>
          <w:b/>
        </w:rPr>
        <w:t>Příloha č. 1:</w:t>
      </w:r>
      <w:r w:rsidR="008F7242">
        <w:t xml:space="preserve"> </w:t>
      </w:r>
      <w:r w:rsidR="008F7242">
        <w:tab/>
      </w:r>
      <w:r>
        <w:t xml:space="preserve">Obchodní podmínky – </w:t>
      </w:r>
      <w:r w:rsidR="007D22B8" w:rsidRPr="006B385D">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E74DFDE" w:rsidR="007D26F9" w:rsidRDefault="00F43D42" w:rsidP="00F43D42">
      <w:pPr>
        <w:pStyle w:val="Textbezslovn"/>
        <w:ind w:left="2127"/>
      </w:pPr>
      <w:r>
        <w:t xml:space="preserve">b) </w:t>
      </w:r>
      <w:r w:rsidR="007D26F9">
        <w:t xml:space="preserve">Všeobecné technické podmínky – </w:t>
      </w:r>
      <w:r w:rsidR="007D22B8" w:rsidRPr="006B385D">
        <w:t>VTP/R/16/22</w:t>
      </w:r>
    </w:p>
    <w:p w14:paraId="239F0F49" w14:textId="384F1AD6" w:rsidR="007D26F9" w:rsidRDefault="00F43D42" w:rsidP="00F43D42">
      <w:pPr>
        <w:pStyle w:val="Textbezslovn"/>
        <w:ind w:left="2127"/>
      </w:pPr>
      <w:r>
        <w:t xml:space="preserve">c) </w:t>
      </w:r>
      <w:r w:rsidR="007D26F9">
        <w:t xml:space="preserve">Zvláštní technické podmínky </w:t>
      </w:r>
      <w:r w:rsidR="00405B5B">
        <w:t xml:space="preserve">ze dne </w:t>
      </w:r>
      <w:proofErr w:type="gramStart"/>
      <w:r w:rsidR="00405B5B">
        <w:t>15.12.2022</w:t>
      </w:r>
      <w:proofErr w:type="gramEnd"/>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78E6E8D3"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7D472502" w14:textId="77777777" w:rsidR="00437231" w:rsidRPr="004C1A60" w:rsidRDefault="00437231" w:rsidP="00437231">
      <w:pPr>
        <w:pStyle w:val="Textbezslovn"/>
        <w:rPr>
          <w:color w:val="FF0000"/>
        </w:rPr>
      </w:pPr>
      <w:r w:rsidRPr="00BC327A">
        <w:rPr>
          <w:b/>
        </w:rPr>
        <w:t>Příloha č. 11:</w:t>
      </w:r>
      <w:r>
        <w:rPr>
          <w:b/>
        </w:rPr>
        <w:tab/>
      </w:r>
      <w:r>
        <w:rPr>
          <w:lang w:eastAsia="cs-CZ"/>
        </w:rPr>
        <w:t>Čestné prohlášení o splnění podmínek v souvislosti se situací na Ukrajině</w:t>
      </w:r>
    </w:p>
    <w:p w14:paraId="6BCCFE42" w14:textId="5B5733BE" w:rsidR="004C1A60" w:rsidRPr="004C1A60" w:rsidRDefault="004C1A60" w:rsidP="00342DC7">
      <w:pPr>
        <w:pStyle w:val="Textbezslovn"/>
        <w:rPr>
          <w:color w:val="FF0000"/>
        </w:rPr>
      </w:pPr>
    </w:p>
    <w:p w14:paraId="47B715E9" w14:textId="77777777" w:rsidR="007D26F9" w:rsidRPr="00342DC7" w:rsidRDefault="007D26F9" w:rsidP="00C00334">
      <w:pPr>
        <w:pStyle w:val="Textbezodsazen"/>
        <w:spacing w:after="0" w:line="240" w:lineRule="auto"/>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5F8504B3" w:rsidR="00F422D3" w:rsidRDefault="00F422D3" w:rsidP="00C00334">
      <w:pPr>
        <w:pStyle w:val="Textbezodsazen"/>
        <w:spacing w:after="0" w:line="240" w:lineRule="auto"/>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4911CDEC" w:rsidR="00F422D3" w:rsidRPr="00F43D42" w:rsidRDefault="003149C0" w:rsidP="009F0867">
      <w:pPr>
        <w:pStyle w:val="Textbezodsazen"/>
        <w:rPr>
          <w:b/>
        </w:rPr>
      </w:pPr>
      <w:r>
        <w:rPr>
          <w:b/>
        </w:rPr>
        <w:t xml:space="preserve">     </w:t>
      </w:r>
      <w:r w:rsidR="00342DC7" w:rsidRPr="00F43D42">
        <w:rPr>
          <w:b/>
        </w:rPr>
        <w:t xml:space="preserve">Ing. </w:t>
      </w:r>
      <w:r w:rsidR="000772FB">
        <w:rPr>
          <w:b/>
        </w:rPr>
        <w:t>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3F36ED02" w:rsidR="00342DC7" w:rsidRDefault="000772FB" w:rsidP="00342DC7">
      <w:pPr>
        <w:pStyle w:val="Textbezodsazen"/>
        <w:spacing w:after="0"/>
      </w:pPr>
      <w:r>
        <w:t>ředitel Stavební správy západ</w:t>
      </w:r>
      <w:r w:rsidR="00342DC7">
        <w:tab/>
      </w:r>
      <w:r w:rsidR="00342DC7">
        <w:tab/>
      </w:r>
      <w:r w:rsidR="00342DC7">
        <w:tab/>
      </w:r>
    </w:p>
    <w:p w14:paraId="499CCF69" w14:textId="63345B95" w:rsidR="00F422D3" w:rsidRDefault="00342DC7" w:rsidP="00C731EA">
      <w:pPr>
        <w:pStyle w:val="Textbezodsazen"/>
        <w:spacing w:after="0"/>
      </w:pPr>
      <w:r w:rsidRPr="000C2B01">
        <w:t>Správa</w:t>
      </w:r>
      <w:r w:rsidR="003149C0" w:rsidRPr="000C2B01">
        <w:t xml:space="preserve"> železnic</w:t>
      </w:r>
      <w:r w:rsidR="00C731EA">
        <w:t>, státní organizace</w:t>
      </w:r>
    </w:p>
    <w:p w14:paraId="5F3835BC" w14:textId="77777777" w:rsidR="00690ED0" w:rsidRDefault="00690ED0" w:rsidP="00690ED0">
      <w:pPr>
        <w:pStyle w:val="Textbezodsazen"/>
        <w:spacing w:after="0"/>
      </w:pPr>
      <w:r w:rsidRPr="00AD730F">
        <w:t>(podepsáno elektronicky)</w:t>
      </w:r>
    </w:p>
    <w:p w14:paraId="3A85C471" w14:textId="659BB4E3"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59D61EEB" w:rsidR="007145F3" w:rsidRDefault="007D22B8" w:rsidP="00CB4F6D">
      <w:pPr>
        <w:pStyle w:val="Textbezodsazen"/>
      </w:pPr>
      <w:r w:rsidRPr="006B385D">
        <w:t>OP/R/24/22</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EA93DAA" w:rsidR="00342DC7" w:rsidRPr="00AE4B52" w:rsidRDefault="00342DC7" w:rsidP="00342DC7">
      <w:pPr>
        <w:pStyle w:val="Odstavec1-1a"/>
        <w:rPr>
          <w:rStyle w:val="Tun"/>
        </w:rPr>
      </w:pPr>
      <w:r w:rsidRPr="00AE4B52">
        <w:rPr>
          <w:rStyle w:val="Tun"/>
        </w:rPr>
        <w:t xml:space="preserve">Všeobecné technické podmínky </w:t>
      </w:r>
      <w:r w:rsidR="007D22B8" w:rsidRPr="006B385D">
        <w:t>VTP/R/16/22</w:t>
      </w:r>
    </w:p>
    <w:p w14:paraId="3FCF186D" w14:textId="20260A04" w:rsidR="00342DC7" w:rsidRPr="00AE4B52" w:rsidRDefault="00342DC7" w:rsidP="00342DC7">
      <w:pPr>
        <w:pStyle w:val="Odstavec1-1a"/>
        <w:rPr>
          <w:rStyle w:val="Tun"/>
        </w:rPr>
      </w:pPr>
      <w:r w:rsidRPr="00AE4B52">
        <w:rPr>
          <w:rStyle w:val="Tun"/>
        </w:rPr>
        <w:t xml:space="preserve">Zvláštní technické podmínky </w:t>
      </w:r>
      <w:r w:rsidR="007D22B8">
        <w:rPr>
          <w:rStyle w:val="Tun"/>
        </w:rPr>
        <w:t xml:space="preserve">ze dne </w:t>
      </w:r>
      <w:proofErr w:type="gramStart"/>
      <w:r w:rsidR="007D22B8">
        <w:rPr>
          <w:rStyle w:val="Tun"/>
        </w:rPr>
        <w:t>15.12.2022</w:t>
      </w:r>
      <w:proofErr w:type="gramEnd"/>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9E86FE" w14:textId="77777777" w:rsidR="007D22B8" w:rsidRDefault="007D22B8" w:rsidP="007D22B8">
      <w:pPr>
        <w:pStyle w:val="Odrka1-1"/>
        <w:spacing w:after="0"/>
      </w:pPr>
      <w:r>
        <w:t xml:space="preserve">Projektová dokumentace „Rekonstrukce neutrálního úseku </w:t>
      </w:r>
      <w:proofErr w:type="spellStart"/>
      <w:r>
        <w:t>SpS</w:t>
      </w:r>
      <w:proofErr w:type="spellEnd"/>
      <w:r>
        <w:t xml:space="preserve"> Vojkovice </w:t>
      </w:r>
      <w:proofErr w:type="gramStart"/>
      <w:r>
        <w:t>nad</w:t>
      </w:r>
      <w:proofErr w:type="gramEnd"/>
    </w:p>
    <w:p w14:paraId="49731E2F" w14:textId="77777777" w:rsidR="007D22B8" w:rsidRDefault="007D22B8" w:rsidP="007D22B8">
      <w:pPr>
        <w:pStyle w:val="Odrka1-1"/>
        <w:numPr>
          <w:ilvl w:val="0"/>
          <w:numId w:val="0"/>
        </w:numPr>
        <w:ind w:left="1077"/>
      </w:pPr>
      <w:r>
        <w:t xml:space="preserve">Ohří“, zpracovatel: </w:t>
      </w:r>
      <w:proofErr w:type="spellStart"/>
      <w:r>
        <w:t>EXprojekt</w:t>
      </w:r>
      <w:proofErr w:type="spellEnd"/>
      <w:r>
        <w:t xml:space="preserve"> s.r.o., Heršpická 758/13, 619 00 Brno. Datum: 02/2021</w:t>
      </w:r>
    </w:p>
    <w:p w14:paraId="063B9F34" w14:textId="7FA746BA" w:rsidR="007D22B8" w:rsidRPr="007D22B8" w:rsidRDefault="007D22B8" w:rsidP="007D22B8">
      <w:pPr>
        <w:pStyle w:val="Odrka1-1"/>
        <w:rPr>
          <w:rFonts w:asciiTheme="minorHAnsi" w:hAnsiTheme="minorHAnsi"/>
        </w:rPr>
      </w:pPr>
      <w:r w:rsidRPr="007D22B8">
        <w:rPr>
          <w:rFonts w:asciiTheme="minorHAnsi" w:hAnsiTheme="minorHAnsi" w:cs="CIDFont+F2"/>
        </w:rPr>
        <w:t xml:space="preserve">Schvalovací protokol projektu SŽ čj.: 136262-2021-SZ-GR-O6-Hlo ze dne </w:t>
      </w:r>
      <w:proofErr w:type="gramStart"/>
      <w:r w:rsidRPr="007D22B8">
        <w:rPr>
          <w:rFonts w:asciiTheme="minorHAnsi" w:hAnsiTheme="minorHAnsi" w:cs="CIDFont+F2"/>
        </w:rPr>
        <w:t>26.07.2021</w:t>
      </w:r>
      <w:proofErr w:type="gramEnd"/>
    </w:p>
    <w:p w14:paraId="119D5BB2" w14:textId="768B78A8" w:rsidR="00985DF9" w:rsidRPr="007D22B8" w:rsidRDefault="007D22B8" w:rsidP="007D22B8">
      <w:pPr>
        <w:pStyle w:val="Odrka1-1"/>
        <w:rPr>
          <w:rFonts w:asciiTheme="minorHAnsi" w:hAnsiTheme="minorHAnsi"/>
          <w:color w:val="FF0000"/>
        </w:rPr>
      </w:pPr>
      <w:r w:rsidRPr="007D22B8">
        <w:rPr>
          <w:rFonts w:asciiTheme="minorHAnsi" w:hAnsiTheme="minorHAnsi" w:cs="CIDFont+F2"/>
        </w:rPr>
        <w:t xml:space="preserve">Stavební povolení čj.: ML-SDL0001/21-2/Ho DUCR-286/21/Ho ze dne </w:t>
      </w:r>
      <w:proofErr w:type="gramStart"/>
      <w:r>
        <w:rPr>
          <w:rFonts w:asciiTheme="minorHAnsi" w:hAnsiTheme="minorHAnsi" w:cs="CIDFont+F2"/>
        </w:rPr>
        <w:t>0</w:t>
      </w:r>
      <w:r w:rsidRPr="007D22B8">
        <w:rPr>
          <w:rFonts w:asciiTheme="minorHAnsi" w:hAnsiTheme="minorHAnsi" w:cs="CIDFont+F2"/>
        </w:rPr>
        <w:t>5.</w:t>
      </w:r>
      <w:r>
        <w:rPr>
          <w:rFonts w:asciiTheme="minorHAnsi" w:hAnsiTheme="minorHAnsi" w:cs="CIDFont+F2"/>
        </w:rPr>
        <w:t>0</w:t>
      </w:r>
      <w:r w:rsidRPr="007D22B8">
        <w:rPr>
          <w:rFonts w:asciiTheme="minorHAnsi" w:hAnsiTheme="minorHAnsi" w:cs="CIDFont+F2"/>
        </w:rPr>
        <w:t>1.2021</w:t>
      </w:r>
      <w:proofErr w:type="gramEnd"/>
      <w:r>
        <w:rPr>
          <w:rFonts w:asciiTheme="minorHAnsi" w:hAnsiTheme="minorHAnsi" w:cs="CIDFont+F2"/>
        </w:rPr>
        <w:t xml:space="preserve"> </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AF61C4E" w:rsidR="001F518E" w:rsidRDefault="001F518E" w:rsidP="00A0271B">
      <w:pPr>
        <w:pStyle w:val="Textbezodsazen"/>
      </w:pPr>
      <w:r w:rsidRPr="001F518E">
        <w:t>Rekapitulace Ceny Díla dle stavebních objektů (SO)</w:t>
      </w:r>
      <w:r w:rsidR="00A349C6">
        <w:t xml:space="preserve"> a </w:t>
      </w:r>
      <w:r w:rsidRPr="001F518E">
        <w:t>provozních souborů (PS):</w:t>
      </w:r>
    </w:p>
    <w:p w14:paraId="6FA0A872" w14:textId="77777777" w:rsidR="00690ED0" w:rsidRPr="000C2B01" w:rsidRDefault="00690ED0" w:rsidP="00690ED0">
      <w:pPr>
        <w:pStyle w:val="Textbezodsazen"/>
      </w:pPr>
      <w:r w:rsidRPr="00137BFC">
        <w:rPr>
          <w:i/>
          <w:iCs/>
        </w:rPr>
        <w:t>Do přílohy Smlouvy bude vložena tabulka Rekapitulace Ceny Díla předložená v nabídce uchazeče.</w:t>
      </w:r>
    </w:p>
    <w:p w14:paraId="4EA8C5AF" w14:textId="77777777" w:rsidR="00690ED0" w:rsidRPr="001F518E" w:rsidRDefault="00690ED0" w:rsidP="00A0271B">
      <w:pPr>
        <w:pStyle w:val="Textbezodsazen"/>
      </w:pP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8A3366">
        <w:rPr>
          <w:sz w:val="18"/>
          <w:szCs w:val="18"/>
        </w:rPr>
        <w:t>Specialista (vedoucí prací) na sdělovací</w:t>
      </w:r>
      <w:r w:rsidR="00A349C6" w:rsidRPr="008A3366">
        <w:rPr>
          <w:sz w:val="18"/>
          <w:szCs w:val="18"/>
        </w:rPr>
        <w:t xml:space="preserve"> a </w:t>
      </w:r>
      <w:r w:rsidRPr="008A3366">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8A3366">
        <w:rPr>
          <w:sz w:val="18"/>
          <w:szCs w:val="18"/>
        </w:rPr>
        <w:t>Specialista (vedoucí prací) na trakční vedení</w:t>
      </w:r>
      <w:r w:rsidR="00A349C6" w:rsidRPr="008A3366">
        <w:rPr>
          <w:sz w:val="18"/>
          <w:szCs w:val="18"/>
        </w:rPr>
        <w:t xml:space="preserve"> a </w:t>
      </w:r>
      <w:r w:rsidRPr="008A3366">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62FA4083" w14:textId="77777777" w:rsidR="007C5289" w:rsidRPr="00F95FBD" w:rsidRDefault="007C5289" w:rsidP="007C5289">
      <w:pPr>
        <w:pStyle w:val="Tabulka"/>
      </w:pPr>
    </w:p>
    <w:p w14:paraId="2A45D0AA" w14:textId="77777777" w:rsidR="00690ED0" w:rsidRDefault="00690ED0" w:rsidP="007C5289">
      <w:pPr>
        <w:pStyle w:val="Nadpistabulky"/>
        <w:rPr>
          <w:sz w:val="18"/>
          <w:szCs w:val="18"/>
          <w:highlight w:val="yellow"/>
        </w:rPr>
      </w:pPr>
    </w:p>
    <w:p w14:paraId="37F30BAE" w14:textId="7FDFBA69" w:rsidR="005F1592" w:rsidRPr="00F95FBD" w:rsidRDefault="005F1592" w:rsidP="005F1592">
      <w:pPr>
        <w:pStyle w:val="Nadpistabulky"/>
        <w:rPr>
          <w:sz w:val="18"/>
          <w:szCs w:val="18"/>
        </w:rPr>
      </w:pPr>
      <w:r>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5F1592" w:rsidRPr="00F95FBD" w14:paraId="5A1281E2" w14:textId="77777777" w:rsidTr="008351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13F1AC" w14:textId="77777777" w:rsidR="005F1592" w:rsidRPr="00F95FBD" w:rsidRDefault="005F1592" w:rsidP="008351D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22B16B2" w14:textId="77777777" w:rsidR="005F1592" w:rsidRPr="00F95FBD" w:rsidRDefault="005F1592" w:rsidP="008351D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F1592" w:rsidRPr="00F95FBD" w14:paraId="1D639F75" w14:textId="77777777" w:rsidTr="008351DD">
        <w:tc>
          <w:tcPr>
            <w:cnfStyle w:val="001000000000" w:firstRow="0" w:lastRow="0" w:firstColumn="1" w:lastColumn="0" w:oddVBand="0" w:evenVBand="0" w:oddHBand="0" w:evenHBand="0" w:firstRowFirstColumn="0" w:firstRowLastColumn="0" w:lastRowFirstColumn="0" w:lastRowLastColumn="0"/>
            <w:tcW w:w="3056" w:type="dxa"/>
          </w:tcPr>
          <w:p w14:paraId="130D9611" w14:textId="77777777" w:rsidR="005F1592" w:rsidRPr="00F95FBD" w:rsidRDefault="005F1592" w:rsidP="008351DD">
            <w:pPr>
              <w:pStyle w:val="Tabulka"/>
            </w:pPr>
            <w:r w:rsidRPr="00F95FBD">
              <w:t>Adresa</w:t>
            </w:r>
          </w:p>
        </w:tc>
        <w:tc>
          <w:tcPr>
            <w:tcW w:w="5812" w:type="dxa"/>
          </w:tcPr>
          <w:p w14:paraId="0B42D149" w14:textId="77777777" w:rsidR="005F1592" w:rsidRPr="00F95FBD" w:rsidRDefault="005F1592" w:rsidP="008351D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1592" w:rsidRPr="00F95FBD" w14:paraId="251BBFB7" w14:textId="77777777" w:rsidTr="008351DD">
        <w:tc>
          <w:tcPr>
            <w:cnfStyle w:val="001000000000" w:firstRow="0" w:lastRow="0" w:firstColumn="1" w:lastColumn="0" w:oddVBand="0" w:evenVBand="0" w:oddHBand="0" w:evenHBand="0" w:firstRowFirstColumn="0" w:firstRowLastColumn="0" w:lastRowFirstColumn="0" w:lastRowLastColumn="0"/>
            <w:tcW w:w="3056" w:type="dxa"/>
          </w:tcPr>
          <w:p w14:paraId="11E91F5A" w14:textId="77777777" w:rsidR="005F1592" w:rsidRPr="00F95FBD" w:rsidRDefault="005F1592" w:rsidP="008351DD">
            <w:pPr>
              <w:pStyle w:val="Tabulka"/>
            </w:pPr>
            <w:r w:rsidRPr="00F95FBD">
              <w:t>E-mail</w:t>
            </w:r>
          </w:p>
        </w:tc>
        <w:tc>
          <w:tcPr>
            <w:tcW w:w="5812" w:type="dxa"/>
          </w:tcPr>
          <w:p w14:paraId="37647CFD" w14:textId="77777777" w:rsidR="005F1592" w:rsidRPr="00F95FBD" w:rsidRDefault="005F1592" w:rsidP="008351D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1592" w:rsidRPr="00F95FBD" w14:paraId="437B3EF5" w14:textId="77777777" w:rsidTr="008351DD">
        <w:tc>
          <w:tcPr>
            <w:cnfStyle w:val="001000000000" w:firstRow="0" w:lastRow="0" w:firstColumn="1" w:lastColumn="0" w:oddVBand="0" w:evenVBand="0" w:oddHBand="0" w:evenHBand="0" w:firstRowFirstColumn="0" w:firstRowLastColumn="0" w:lastRowFirstColumn="0" w:lastRowLastColumn="0"/>
            <w:tcW w:w="3056" w:type="dxa"/>
          </w:tcPr>
          <w:p w14:paraId="3496A619" w14:textId="77777777" w:rsidR="005F1592" w:rsidRPr="00F95FBD" w:rsidRDefault="005F1592" w:rsidP="008351DD">
            <w:pPr>
              <w:pStyle w:val="Tabulka"/>
            </w:pPr>
            <w:r w:rsidRPr="00F95FBD">
              <w:t>Telefon</w:t>
            </w:r>
          </w:p>
        </w:tc>
        <w:tc>
          <w:tcPr>
            <w:tcW w:w="5812" w:type="dxa"/>
          </w:tcPr>
          <w:p w14:paraId="126EE606" w14:textId="77777777" w:rsidR="005F1592" w:rsidRPr="00F95FBD" w:rsidRDefault="005F1592" w:rsidP="008351D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2B217B" w14:textId="77777777" w:rsidR="005F1592" w:rsidRDefault="005F1592" w:rsidP="005F1592">
      <w:pPr>
        <w:pStyle w:val="Tabulka"/>
      </w:pPr>
    </w:p>
    <w:p w14:paraId="13B05BC8" w14:textId="77777777" w:rsidR="005F1592" w:rsidRPr="00F95FBD" w:rsidRDefault="005F1592" w:rsidP="005F1592">
      <w:pPr>
        <w:pStyle w:val="Tabulka"/>
      </w:pPr>
    </w:p>
    <w:p w14:paraId="6FBDB0F0" w14:textId="77777777" w:rsidR="005F1592" w:rsidRDefault="005F1592" w:rsidP="005F1592">
      <w:pPr>
        <w:pStyle w:val="Nadpistabulky"/>
        <w:rPr>
          <w:sz w:val="18"/>
          <w:szCs w:val="18"/>
          <w:highlight w:val="yellow"/>
        </w:rPr>
      </w:pPr>
    </w:p>
    <w:p w14:paraId="104FBDF6" w14:textId="0D6E13C0" w:rsidR="00805473" w:rsidRDefault="00690ED0">
      <w:pPr>
        <w:spacing w:after="240" w:line="264" w:lineRule="auto"/>
        <w:rPr>
          <w:sz w:val="18"/>
          <w:szCs w:val="18"/>
          <w:highlight w:val="yellow"/>
        </w:rPr>
      </w:pPr>
      <w:r>
        <w:rPr>
          <w:sz w:val="18"/>
          <w:szCs w:val="18"/>
          <w:highlight w:val="yellow"/>
        </w:rPr>
        <w:br w:type="page"/>
      </w:r>
    </w:p>
    <w:p w14:paraId="6462245E" w14:textId="77777777" w:rsidR="006B352A" w:rsidRDefault="006B352A" w:rsidP="00805473">
      <w:pPr>
        <w:pStyle w:val="Nadpisbezsl1-1"/>
        <w:sectPr w:rsidR="006B352A" w:rsidSect="00F13FDA">
          <w:footerReference w:type="default" r:id="rId31"/>
          <w:pgSz w:w="11906" w:h="16838" w:code="9"/>
          <w:pgMar w:top="1077" w:right="1588" w:bottom="1474" w:left="1588" w:header="595" w:footer="624" w:gutter="0"/>
          <w:pgNumType w:start="1"/>
          <w:cols w:space="708"/>
          <w:docGrid w:linePitch="360"/>
        </w:sectPr>
      </w:pPr>
    </w:p>
    <w:p w14:paraId="6C5F86AF" w14:textId="6F31CBBE" w:rsidR="00805473" w:rsidRDefault="00805473" w:rsidP="00805473">
      <w:pPr>
        <w:pStyle w:val="Nadpisbezsl1-1"/>
      </w:pPr>
      <w:r>
        <w:lastRenderedPageBreak/>
        <w:t>Příloha č. 7</w:t>
      </w:r>
    </w:p>
    <w:p w14:paraId="27BED3B3" w14:textId="77777777" w:rsidR="00805473" w:rsidRDefault="00805473" w:rsidP="00805473">
      <w:pPr>
        <w:pStyle w:val="Nadpisbezsl1-2"/>
      </w:pPr>
      <w:r>
        <w:t>Seznam požadovaných pojištění</w:t>
      </w:r>
    </w:p>
    <w:p w14:paraId="5ECC31B3" w14:textId="77777777" w:rsidR="00805473" w:rsidRPr="007C5289" w:rsidRDefault="00805473" w:rsidP="00805473">
      <w:pPr>
        <w:pStyle w:val="Textbezodsazen"/>
        <w:rPr>
          <w:rStyle w:val="Tun"/>
        </w:rPr>
      </w:pPr>
      <w:r w:rsidRPr="007C5289">
        <w:rPr>
          <w:rStyle w:val="Tun"/>
        </w:rPr>
        <w:t>Objednatel vyžaduje, aby Zhotovitel</w:t>
      </w:r>
      <w:r>
        <w:rPr>
          <w:rStyle w:val="Tun"/>
        </w:rPr>
        <w:t xml:space="preserve"> v </w:t>
      </w:r>
      <w:r w:rsidRPr="007C5289">
        <w:rPr>
          <w:rStyle w:val="Tun"/>
        </w:rPr>
        <w:t>souladu se Smlouvou prokázal následující pojištění:</w:t>
      </w:r>
    </w:p>
    <w:p w14:paraId="5A9B784B" w14:textId="77777777" w:rsidR="00805473" w:rsidRPr="00F95FBD" w:rsidRDefault="00805473" w:rsidP="00805473">
      <w:pPr>
        <w:pStyle w:val="Tabulka"/>
      </w:pPr>
    </w:p>
    <w:tbl>
      <w:tblPr>
        <w:tblStyle w:val="Tabulka10"/>
        <w:tblW w:w="8868" w:type="dxa"/>
        <w:tblLook w:val="04A0" w:firstRow="1" w:lastRow="0" w:firstColumn="1" w:lastColumn="0" w:noHBand="0" w:noVBand="1"/>
      </w:tblPr>
      <w:tblGrid>
        <w:gridCol w:w="4332"/>
        <w:gridCol w:w="4536"/>
      </w:tblGrid>
      <w:tr w:rsidR="00805473" w:rsidRPr="00F95FBD" w14:paraId="272378AE" w14:textId="77777777" w:rsidTr="001E12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962AE0A" w14:textId="77777777" w:rsidR="00805473" w:rsidRPr="00F95FBD" w:rsidRDefault="00805473" w:rsidP="001E120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79BB7279" w14:textId="77777777" w:rsidR="00805473" w:rsidRPr="007C5289" w:rsidRDefault="00805473" w:rsidP="001E120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805473" w:rsidRPr="00F95FBD" w14:paraId="65EEF592" w14:textId="77777777" w:rsidTr="001E1209">
        <w:tc>
          <w:tcPr>
            <w:cnfStyle w:val="001000000000" w:firstRow="0" w:lastRow="0" w:firstColumn="1" w:lastColumn="0" w:oddVBand="0" w:evenVBand="0" w:oddHBand="0" w:evenHBand="0" w:firstRowFirstColumn="0" w:firstRowLastColumn="0" w:lastRowFirstColumn="0" w:lastRowLastColumn="0"/>
            <w:tcW w:w="4332" w:type="dxa"/>
          </w:tcPr>
          <w:p w14:paraId="16D97445" w14:textId="77777777" w:rsidR="00805473" w:rsidRPr="00F95FBD" w:rsidRDefault="00805473" w:rsidP="001E1209">
            <w:pPr>
              <w:pStyle w:val="Tabulka"/>
            </w:pPr>
            <w:r w:rsidRPr="007C5289">
              <w:t>Pojištění Díla minimálně proti poškození nebo zničení požárem, výbuchem, úderem blesku</w:t>
            </w:r>
            <w:r>
              <w:t xml:space="preserve"> a </w:t>
            </w:r>
            <w:r w:rsidRPr="007C5289">
              <w:t>nárazem nebo zřícením letadla, povodní, záplavou, vichřicí, krupobitím, sesuvem půdy, zřícením skal či zemin, lavinami, pádem stromů, stožárů</w:t>
            </w:r>
            <w:r>
              <w:t xml:space="preserve"> a </w:t>
            </w:r>
            <w:r w:rsidRPr="007C5289">
              <w:t>jiných předmětů, zemětřesením, tíhou sněhu</w:t>
            </w:r>
            <w:r>
              <w:t xml:space="preserve"> a </w:t>
            </w:r>
            <w:r w:rsidRPr="007C5289">
              <w:t>námrazy, vodou vytékající</w:t>
            </w:r>
            <w:r>
              <w:t xml:space="preserve"> z </w:t>
            </w:r>
            <w:r w:rsidRPr="007C5289">
              <w:t>vodovodních zařízení</w:t>
            </w:r>
            <w:r>
              <w:t xml:space="preserve"> a </w:t>
            </w:r>
            <w:r w:rsidRPr="007C5289">
              <w:t>dále pro případ odcizení nebo úmyslného poškození stavebních součástí,</w:t>
            </w:r>
            <w:r>
              <w:t xml:space="preserve"> a </w:t>
            </w:r>
            <w:r w:rsidRPr="007C5289">
              <w:t>to včetně pojištění stavebních</w:t>
            </w:r>
            <w:r>
              <w:t xml:space="preserve"> a </w:t>
            </w:r>
            <w:r w:rsidRPr="007C5289">
              <w:t>montážních výkonů.</w:t>
            </w:r>
          </w:p>
        </w:tc>
        <w:tc>
          <w:tcPr>
            <w:tcW w:w="4536" w:type="dxa"/>
          </w:tcPr>
          <w:p w14:paraId="2F4E325D" w14:textId="77777777" w:rsidR="00805473" w:rsidRPr="007C5289" w:rsidRDefault="00805473" w:rsidP="001E120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t xml:space="preserve"> v </w:t>
            </w:r>
            <w:r w:rsidRPr="007C5289">
              <w:t>nabídce uchazeče</w:t>
            </w:r>
          </w:p>
        </w:tc>
      </w:tr>
      <w:tr w:rsidR="00805473" w:rsidRPr="00F95FBD" w14:paraId="24CD2300" w14:textId="77777777" w:rsidTr="001E1209">
        <w:tc>
          <w:tcPr>
            <w:cnfStyle w:val="001000000000" w:firstRow="0" w:lastRow="0" w:firstColumn="1" w:lastColumn="0" w:oddVBand="0" w:evenVBand="0" w:oddHBand="0" w:evenHBand="0" w:firstRowFirstColumn="0" w:firstRowLastColumn="0" w:lastRowFirstColumn="0" w:lastRowLastColumn="0"/>
            <w:tcW w:w="4332" w:type="dxa"/>
          </w:tcPr>
          <w:p w14:paraId="1B4FCF70" w14:textId="77777777" w:rsidR="00805473" w:rsidRPr="00F95FBD" w:rsidRDefault="00805473" w:rsidP="001E1209">
            <w:pPr>
              <w:pStyle w:val="Tabulka"/>
            </w:pPr>
            <w:r w:rsidRPr="007C5289">
              <w:t>Pojištění odpovědnosti za škodu způsobenou Zhotovitelem při výkonu podnikatelské činnosti třetím osobám</w:t>
            </w:r>
            <w:r w:rsidRPr="00F95FBD">
              <w:t xml:space="preserve"> </w:t>
            </w:r>
          </w:p>
        </w:tc>
        <w:tc>
          <w:tcPr>
            <w:tcW w:w="4536" w:type="dxa"/>
          </w:tcPr>
          <w:p w14:paraId="5FD5B6A8" w14:textId="77777777" w:rsidR="00805473" w:rsidRPr="007C5289" w:rsidRDefault="00805473" w:rsidP="001E1209">
            <w:pPr>
              <w:pStyle w:val="Tabulka"/>
              <w:cnfStyle w:val="000000000000" w:firstRow="0" w:lastRow="0" w:firstColumn="0" w:lastColumn="0" w:oddVBand="0" w:evenVBand="0" w:oddHBand="0" w:evenHBand="0" w:firstRowFirstColumn="0" w:firstRowLastColumn="0" w:lastRowFirstColumn="0" w:lastRowLastColumn="0"/>
            </w:pPr>
            <w:r w:rsidRPr="00D43050">
              <w:t xml:space="preserve">Minimálně </w:t>
            </w:r>
            <w:r w:rsidRPr="004A7B7C">
              <w:t>50 mil. Kč na jednu pojistnou událost a 100 mil. Kč v úhrnu</w:t>
            </w:r>
            <w:bookmarkStart w:id="1" w:name="_GoBack"/>
            <w:bookmarkEnd w:id="1"/>
            <w:r w:rsidRPr="00D43050">
              <w:t xml:space="preserve"> za rok</w:t>
            </w:r>
            <w:r w:rsidRPr="007C5289">
              <w:t xml:space="preserve"> </w:t>
            </w:r>
          </w:p>
        </w:tc>
      </w:tr>
    </w:tbl>
    <w:p w14:paraId="5A5B748C" w14:textId="77777777" w:rsidR="00805473" w:rsidRDefault="00805473">
      <w:pPr>
        <w:spacing w:after="240" w:line="264" w:lineRule="auto"/>
        <w:rPr>
          <w:sz w:val="18"/>
          <w:szCs w:val="18"/>
          <w:highlight w:val="yellow"/>
        </w:rPr>
      </w:pPr>
    </w:p>
    <w:p w14:paraId="55EFC946" w14:textId="77777777" w:rsidR="00AC6943" w:rsidRDefault="00805473">
      <w:pPr>
        <w:spacing w:after="240" w:line="264" w:lineRule="auto"/>
        <w:rPr>
          <w:sz w:val="18"/>
          <w:szCs w:val="18"/>
          <w:highlight w:val="yellow"/>
        </w:rPr>
        <w:sectPr w:rsidR="00AC6943" w:rsidSect="00F13FDA">
          <w:footerReference w:type="default" r:id="rId32"/>
          <w:pgSz w:w="11906" w:h="16838" w:code="9"/>
          <w:pgMar w:top="1077" w:right="1588" w:bottom="1474" w:left="1588" w:header="595" w:footer="624" w:gutter="0"/>
          <w:pgNumType w:start="1"/>
          <w:cols w:space="708"/>
          <w:docGrid w:linePitch="360"/>
        </w:sectPr>
      </w:pPr>
      <w:r>
        <w:rPr>
          <w:sz w:val="18"/>
          <w:szCs w:val="18"/>
          <w:highlight w:val="yellow"/>
        </w:rPr>
        <w:br w:type="page"/>
      </w:r>
    </w:p>
    <w:p w14:paraId="5475CB3A" w14:textId="183AACEE" w:rsidR="00805473" w:rsidRDefault="00805473" w:rsidP="00805473">
      <w:pPr>
        <w:pStyle w:val="Nadpisbezsl1-1"/>
      </w:pPr>
      <w:r>
        <w:lastRenderedPageBreak/>
        <w:t>Příloha č. 8</w:t>
      </w:r>
    </w:p>
    <w:p w14:paraId="4602634F" w14:textId="77777777" w:rsidR="00805473" w:rsidRDefault="00805473" w:rsidP="00805473">
      <w:pPr>
        <w:pStyle w:val="Nadpisbezsl1-2"/>
      </w:pPr>
      <w:r>
        <w:t>Seznam poddodavatelů</w:t>
      </w:r>
    </w:p>
    <w:p w14:paraId="64A8B579" w14:textId="77777777" w:rsidR="00805473" w:rsidRDefault="00805473" w:rsidP="00805473">
      <w:pPr>
        <w:pStyle w:val="Tabulka"/>
      </w:pPr>
    </w:p>
    <w:tbl>
      <w:tblPr>
        <w:tblStyle w:val="Tabulka10"/>
        <w:tblW w:w="8860" w:type="dxa"/>
        <w:tblLook w:val="04A0" w:firstRow="1" w:lastRow="0" w:firstColumn="1" w:lastColumn="0" w:noHBand="0" w:noVBand="1"/>
      </w:tblPr>
      <w:tblGrid>
        <w:gridCol w:w="2774"/>
        <w:gridCol w:w="3129"/>
        <w:gridCol w:w="2957"/>
      </w:tblGrid>
      <w:tr w:rsidR="00805473" w:rsidRPr="00F95FBD" w14:paraId="78312173" w14:textId="77777777" w:rsidTr="001E12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3746D2C0" w14:textId="77777777" w:rsidR="00805473" w:rsidRPr="0030003A" w:rsidRDefault="00805473" w:rsidP="001E1209">
            <w:pPr>
              <w:pStyle w:val="Tabulka"/>
              <w:rPr>
                <w:rStyle w:val="Nadpisvtabulce"/>
                <w:caps/>
              </w:rPr>
            </w:pPr>
            <w:r w:rsidRPr="0030003A">
              <w:rPr>
                <w:rStyle w:val="Nadpisvtabulce"/>
                <w:caps/>
              </w:rPr>
              <w:t>Identifikace poddodavatele</w:t>
            </w:r>
          </w:p>
          <w:p w14:paraId="330FE9E4" w14:textId="77777777" w:rsidR="00805473" w:rsidRPr="00F95FBD" w:rsidRDefault="00805473" w:rsidP="001E1209">
            <w:pPr>
              <w:pStyle w:val="Tabulka"/>
              <w:rPr>
                <w:rStyle w:val="Nadpisvtabulce"/>
              </w:rPr>
            </w:pPr>
            <w:r w:rsidRPr="00F95FBD">
              <w:rPr>
                <w:rStyle w:val="Nadpisvtabulce"/>
              </w:rPr>
              <w:t>(obchodní firma, sídlo</w:t>
            </w:r>
            <w:r>
              <w:rPr>
                <w:rStyle w:val="Nadpisvtabulce"/>
              </w:rPr>
              <w:t xml:space="preserve"> a </w:t>
            </w:r>
            <w:r w:rsidRPr="00F95FBD">
              <w:rPr>
                <w:rStyle w:val="Nadpisvtabulce"/>
              </w:rPr>
              <w:t>IČO)</w:t>
            </w:r>
          </w:p>
        </w:tc>
        <w:tc>
          <w:tcPr>
            <w:tcW w:w="3129" w:type="dxa"/>
            <w:vAlign w:val="top"/>
          </w:tcPr>
          <w:p w14:paraId="048C9704" w14:textId="77777777" w:rsidR="00805473" w:rsidRPr="0030003A" w:rsidRDefault="00805473" w:rsidP="001E1209">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08A16FF" w14:textId="77777777" w:rsidR="00805473" w:rsidRPr="00F95FBD" w:rsidRDefault="00805473" w:rsidP="001E1209">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Pr>
                <w:b/>
              </w:rPr>
              <w:t xml:space="preserve"> a </w:t>
            </w:r>
            <w:r w:rsidRPr="00F762A8">
              <w:rPr>
                <w:b/>
              </w:rPr>
              <w:t>názvů jednotlivých PS</w:t>
            </w:r>
            <w:r>
              <w:rPr>
                <w:b/>
              </w:rPr>
              <w:t xml:space="preserve"> a </w:t>
            </w:r>
            <w:r w:rsidRPr="00F762A8">
              <w:rPr>
                <w:b/>
              </w:rPr>
              <w:t>SO</w:t>
            </w:r>
            <w:r w:rsidRPr="00B249EA">
              <w:rPr>
                <w:b/>
                <w:color w:val="FF0000"/>
              </w:rPr>
              <w:t xml:space="preserve"> </w:t>
            </w:r>
            <w:r w:rsidRPr="00AD57AF">
              <w:rPr>
                <w:b/>
              </w:rPr>
              <w:t>případně jiným vhodným způsobem, nelze-li označit dle SO</w:t>
            </w:r>
            <w:r>
              <w:rPr>
                <w:b/>
              </w:rPr>
              <w:t xml:space="preserve"> a </w:t>
            </w:r>
            <w:r w:rsidRPr="00AD57AF">
              <w:rPr>
                <w:b/>
              </w:rPr>
              <w:t>PS</w:t>
            </w:r>
            <w:r w:rsidRPr="00F762A8">
              <w:rPr>
                <w:b/>
              </w:rPr>
              <w:t>)</w:t>
            </w:r>
          </w:p>
        </w:tc>
        <w:tc>
          <w:tcPr>
            <w:tcW w:w="2957" w:type="dxa"/>
            <w:vAlign w:val="top"/>
          </w:tcPr>
          <w:p w14:paraId="6CA1045C" w14:textId="77777777" w:rsidR="00805473" w:rsidRPr="0030003A" w:rsidRDefault="00805473" w:rsidP="001E1209">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Pr>
                <w:b/>
                <w:caps/>
              </w:rPr>
              <w:t xml:space="preserve"> v </w:t>
            </w:r>
            <w:r w:rsidRPr="0030003A">
              <w:rPr>
                <w:b/>
                <w:caps/>
              </w:rPr>
              <w:t>%</w:t>
            </w:r>
            <w:r>
              <w:rPr>
                <w:b/>
                <w:caps/>
              </w:rPr>
              <w:t xml:space="preserve"> z </w:t>
            </w:r>
            <w:r w:rsidRPr="0030003A">
              <w:rPr>
                <w:b/>
                <w:caps/>
              </w:rPr>
              <w:t>Celkové ceny díla</w:t>
            </w:r>
          </w:p>
        </w:tc>
      </w:tr>
      <w:tr w:rsidR="00805473" w:rsidRPr="00F95FBD" w14:paraId="49A965AC" w14:textId="77777777" w:rsidTr="001E1209">
        <w:tc>
          <w:tcPr>
            <w:cnfStyle w:val="001000000000" w:firstRow="0" w:lastRow="0" w:firstColumn="1" w:lastColumn="0" w:oddVBand="0" w:evenVBand="0" w:oddHBand="0" w:evenHBand="0" w:firstRowFirstColumn="0" w:firstRowLastColumn="0" w:lastRowFirstColumn="0" w:lastRowLastColumn="0"/>
            <w:tcW w:w="2774" w:type="dxa"/>
          </w:tcPr>
          <w:p w14:paraId="0FDD2580" w14:textId="77777777" w:rsidR="00805473" w:rsidRPr="00F95FBD" w:rsidRDefault="00805473" w:rsidP="001E1209">
            <w:pPr>
              <w:pStyle w:val="Tabulka"/>
            </w:pPr>
            <w:r w:rsidRPr="00F95FBD">
              <w:rPr>
                <w:highlight w:val="yellow"/>
              </w:rPr>
              <w:t>[VLOŽÍ ZHOTOVITEL]</w:t>
            </w:r>
          </w:p>
        </w:tc>
        <w:tc>
          <w:tcPr>
            <w:tcW w:w="3129" w:type="dxa"/>
          </w:tcPr>
          <w:p w14:paraId="31F4688E" w14:textId="77777777" w:rsidR="00805473" w:rsidRPr="00F95FBD" w:rsidRDefault="00805473" w:rsidP="001E120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5BED40" w14:textId="77777777" w:rsidR="00805473" w:rsidRPr="00F95FBD" w:rsidRDefault="00805473" w:rsidP="001E120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05473" w:rsidRPr="00F95FBD" w14:paraId="5B548638" w14:textId="77777777" w:rsidTr="001E1209">
        <w:tc>
          <w:tcPr>
            <w:cnfStyle w:val="001000000000" w:firstRow="0" w:lastRow="0" w:firstColumn="1" w:lastColumn="0" w:oddVBand="0" w:evenVBand="0" w:oddHBand="0" w:evenHBand="0" w:firstRowFirstColumn="0" w:firstRowLastColumn="0" w:lastRowFirstColumn="0" w:lastRowLastColumn="0"/>
            <w:tcW w:w="2774" w:type="dxa"/>
          </w:tcPr>
          <w:p w14:paraId="02AE64E2" w14:textId="77777777" w:rsidR="00805473" w:rsidRPr="00F95FBD" w:rsidRDefault="00805473" w:rsidP="001E1209">
            <w:pPr>
              <w:pStyle w:val="Tabulka"/>
            </w:pPr>
            <w:r w:rsidRPr="00F95FBD">
              <w:rPr>
                <w:highlight w:val="yellow"/>
              </w:rPr>
              <w:t>[VLOŽÍ ZHOTOVITEL]</w:t>
            </w:r>
          </w:p>
        </w:tc>
        <w:tc>
          <w:tcPr>
            <w:tcW w:w="3129" w:type="dxa"/>
          </w:tcPr>
          <w:p w14:paraId="7760ED11" w14:textId="77777777" w:rsidR="00805473" w:rsidRPr="00F95FBD" w:rsidRDefault="00805473" w:rsidP="001E120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C73A381" w14:textId="77777777" w:rsidR="00805473" w:rsidRPr="00F95FBD" w:rsidRDefault="00805473" w:rsidP="001E120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05473" w:rsidRPr="00F95FBD" w14:paraId="5253E0CB" w14:textId="77777777" w:rsidTr="001E1209">
        <w:tc>
          <w:tcPr>
            <w:cnfStyle w:val="001000000000" w:firstRow="0" w:lastRow="0" w:firstColumn="1" w:lastColumn="0" w:oddVBand="0" w:evenVBand="0" w:oddHBand="0" w:evenHBand="0" w:firstRowFirstColumn="0" w:firstRowLastColumn="0" w:lastRowFirstColumn="0" w:lastRowLastColumn="0"/>
            <w:tcW w:w="2774" w:type="dxa"/>
          </w:tcPr>
          <w:p w14:paraId="54AE03EF" w14:textId="77777777" w:rsidR="00805473" w:rsidRPr="00F95FBD" w:rsidRDefault="00805473" w:rsidP="001E1209">
            <w:pPr>
              <w:pStyle w:val="Tabulka"/>
            </w:pPr>
            <w:r w:rsidRPr="00F95FBD">
              <w:rPr>
                <w:highlight w:val="yellow"/>
              </w:rPr>
              <w:t>[VLOŽÍ ZHOTOVITEL]</w:t>
            </w:r>
          </w:p>
        </w:tc>
        <w:tc>
          <w:tcPr>
            <w:tcW w:w="3129" w:type="dxa"/>
          </w:tcPr>
          <w:p w14:paraId="32D9CFC0" w14:textId="77777777" w:rsidR="00805473" w:rsidRPr="00F95FBD" w:rsidRDefault="00805473" w:rsidP="001E120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03D01D" w14:textId="77777777" w:rsidR="00805473" w:rsidRPr="00F95FBD" w:rsidRDefault="00805473" w:rsidP="001E120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83828D" w14:textId="77777777" w:rsidR="00805473" w:rsidRDefault="00805473">
      <w:pPr>
        <w:spacing w:after="240" w:line="264" w:lineRule="auto"/>
        <w:rPr>
          <w:sz w:val="18"/>
          <w:szCs w:val="18"/>
          <w:highlight w:val="yellow"/>
        </w:rPr>
      </w:pPr>
    </w:p>
    <w:p w14:paraId="684F5872" w14:textId="77777777" w:rsidR="00AC6943" w:rsidRDefault="00805473">
      <w:pPr>
        <w:spacing w:after="240" w:line="264" w:lineRule="auto"/>
        <w:rPr>
          <w:sz w:val="18"/>
          <w:szCs w:val="18"/>
          <w:highlight w:val="yellow"/>
        </w:rPr>
        <w:sectPr w:rsidR="00AC6943" w:rsidSect="00F13FDA">
          <w:footerReference w:type="default" r:id="rId33"/>
          <w:pgSz w:w="11906" w:h="16838" w:code="9"/>
          <w:pgMar w:top="1077" w:right="1588" w:bottom="1474" w:left="1588" w:header="595" w:footer="624" w:gutter="0"/>
          <w:pgNumType w:start="1"/>
          <w:cols w:space="708"/>
          <w:docGrid w:linePitch="360"/>
        </w:sectPr>
      </w:pPr>
      <w:r>
        <w:rPr>
          <w:sz w:val="18"/>
          <w:szCs w:val="18"/>
          <w:highlight w:val="yellow"/>
        </w:rPr>
        <w:br w:type="page"/>
      </w:r>
    </w:p>
    <w:p w14:paraId="367A99D1" w14:textId="0752C00E" w:rsidR="00805473" w:rsidRDefault="00805473" w:rsidP="00805473">
      <w:pPr>
        <w:pStyle w:val="Nadpisbezsl1-1"/>
      </w:pPr>
      <w:r>
        <w:lastRenderedPageBreak/>
        <w:t>Příloha č. 9</w:t>
      </w:r>
    </w:p>
    <w:p w14:paraId="186BC650" w14:textId="77777777" w:rsidR="00805473" w:rsidRDefault="00805473" w:rsidP="00805473">
      <w:pPr>
        <w:pStyle w:val="Nadpisbezsl1-2"/>
      </w:pPr>
      <w:r>
        <w:t>Zmocnění Vedoucího Zhotovitele</w:t>
      </w:r>
    </w:p>
    <w:p w14:paraId="09C82855" w14:textId="77777777" w:rsidR="00AC6943" w:rsidRDefault="00AC6943">
      <w:pPr>
        <w:spacing w:after="240" w:line="264" w:lineRule="auto"/>
        <w:rPr>
          <w:sz w:val="18"/>
          <w:szCs w:val="18"/>
          <w:highlight w:val="yellow"/>
        </w:rPr>
        <w:sectPr w:rsidR="00AC6943" w:rsidSect="00F13FDA">
          <w:footerReference w:type="default" r:id="rId34"/>
          <w:pgSz w:w="11906" w:h="16838" w:code="9"/>
          <w:pgMar w:top="1077" w:right="1588" w:bottom="1474" w:left="1588" w:header="595" w:footer="624" w:gutter="0"/>
          <w:pgNumType w:start="1"/>
          <w:cols w:space="708"/>
          <w:docGrid w:linePitch="360"/>
        </w:sectPr>
      </w:pPr>
    </w:p>
    <w:p w14:paraId="08764144" w14:textId="77777777" w:rsidR="00805473" w:rsidRPr="00A444DB" w:rsidRDefault="00805473" w:rsidP="00805473">
      <w:pPr>
        <w:keepNext/>
        <w:spacing w:after="60"/>
        <w:outlineLvl w:val="3"/>
        <w:rPr>
          <w:rFonts w:eastAsia="Times New Roman"/>
          <w:b/>
          <w:bCs/>
          <w:sz w:val="22"/>
          <w:szCs w:val="22"/>
        </w:rPr>
      </w:pPr>
      <w:r w:rsidRPr="003751F1">
        <w:rPr>
          <w:b/>
          <w:caps/>
          <w:sz w:val="22"/>
          <w:szCs w:val="22"/>
        </w:rPr>
        <w:lastRenderedPageBreak/>
        <w:t>Příloha</w:t>
      </w:r>
      <w:r>
        <w:rPr>
          <w:b/>
          <w:sz w:val="22"/>
          <w:szCs w:val="22"/>
        </w:rPr>
        <w:t xml:space="preserve"> Č</w:t>
      </w:r>
      <w:r w:rsidRPr="00A444DB">
        <w:rPr>
          <w:b/>
          <w:sz w:val="22"/>
          <w:szCs w:val="22"/>
        </w:rPr>
        <w:t>. 10</w:t>
      </w:r>
    </w:p>
    <w:p w14:paraId="2A43FDD8" w14:textId="77777777" w:rsidR="00690ED0" w:rsidRDefault="00690ED0">
      <w:pPr>
        <w:spacing w:after="240" w:line="264" w:lineRule="auto"/>
        <w:rPr>
          <w:rFonts w:asciiTheme="majorHAnsi" w:hAnsiTheme="majorHAnsi"/>
          <w:b/>
          <w:sz w:val="18"/>
          <w:szCs w:val="18"/>
          <w:highlight w:val="yellow"/>
        </w:rPr>
      </w:pPr>
    </w:p>
    <w:p w14:paraId="4D826180" w14:textId="77777777" w:rsidR="00690ED0" w:rsidRPr="009B774A" w:rsidRDefault="00690ED0" w:rsidP="00690ED0">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1DE35394" w14:textId="77777777" w:rsidR="00690ED0" w:rsidRPr="00651F0E" w:rsidRDefault="00690ED0" w:rsidP="00690ED0">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690ED0" w:rsidRPr="009B2848" w14:paraId="272214D4" w14:textId="77777777" w:rsidTr="001E1209">
        <w:tc>
          <w:tcPr>
            <w:tcW w:w="2554" w:type="pct"/>
            <w:shd w:val="clear" w:color="auto" w:fill="FFBFBF" w:themeFill="accent6" w:themeFillTint="33"/>
            <w:vAlign w:val="center"/>
          </w:tcPr>
          <w:p w14:paraId="350A13B5" w14:textId="77777777" w:rsidR="00690ED0" w:rsidRPr="009B2848" w:rsidRDefault="00690ED0" w:rsidP="001E1209">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5EA2D068" w14:textId="77777777" w:rsidR="00690ED0" w:rsidRPr="009B2848" w:rsidRDefault="00690ED0" w:rsidP="001E1209">
            <w:pPr>
              <w:keepNext/>
              <w:spacing w:after="60"/>
              <w:jc w:val="center"/>
              <w:outlineLvl w:val="3"/>
              <w:rPr>
                <w:rFonts w:eastAsia="Times New Roman"/>
                <w:bCs/>
              </w:rPr>
            </w:pPr>
          </w:p>
        </w:tc>
      </w:tr>
      <w:tr w:rsidR="00690ED0" w:rsidRPr="009B2848" w14:paraId="72F51B16" w14:textId="77777777" w:rsidTr="001E1209">
        <w:tc>
          <w:tcPr>
            <w:tcW w:w="2554" w:type="pct"/>
            <w:shd w:val="clear" w:color="auto" w:fill="FFBFBF" w:themeFill="accent6" w:themeFillTint="33"/>
            <w:vAlign w:val="center"/>
          </w:tcPr>
          <w:p w14:paraId="6185C3D5" w14:textId="77777777" w:rsidR="00690ED0" w:rsidRPr="009B2848" w:rsidRDefault="00690ED0" w:rsidP="001E1209">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63B6B2C5" w14:textId="77777777" w:rsidR="00690ED0" w:rsidRPr="009B2848" w:rsidRDefault="00690ED0" w:rsidP="001E1209">
            <w:pPr>
              <w:keepNext/>
              <w:spacing w:after="60"/>
              <w:jc w:val="center"/>
              <w:outlineLvl w:val="3"/>
              <w:rPr>
                <w:rFonts w:eastAsia="Times New Roman"/>
                <w:bCs/>
              </w:rPr>
            </w:pPr>
          </w:p>
        </w:tc>
      </w:tr>
      <w:tr w:rsidR="00690ED0" w:rsidRPr="009B2848" w14:paraId="2F675A3A" w14:textId="77777777" w:rsidTr="001E1209">
        <w:tc>
          <w:tcPr>
            <w:tcW w:w="2554" w:type="pct"/>
            <w:shd w:val="clear" w:color="auto" w:fill="FFBFBF" w:themeFill="accent6" w:themeFillTint="33"/>
            <w:vAlign w:val="center"/>
          </w:tcPr>
          <w:p w14:paraId="401D0DEF" w14:textId="77777777" w:rsidR="00690ED0" w:rsidRPr="009B2848" w:rsidRDefault="00690ED0" w:rsidP="001E1209">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35AC55E1" w14:textId="77777777" w:rsidR="00690ED0" w:rsidRPr="009B2848" w:rsidRDefault="00690ED0" w:rsidP="001E1209">
            <w:pPr>
              <w:keepNext/>
              <w:spacing w:after="60"/>
              <w:jc w:val="center"/>
              <w:outlineLvl w:val="3"/>
              <w:rPr>
                <w:rFonts w:eastAsia="Times New Roman"/>
                <w:bCs/>
              </w:rPr>
            </w:pPr>
          </w:p>
        </w:tc>
      </w:tr>
      <w:tr w:rsidR="00690ED0" w:rsidRPr="009B2848" w14:paraId="44D04697" w14:textId="77777777" w:rsidTr="001E1209">
        <w:tc>
          <w:tcPr>
            <w:tcW w:w="2554" w:type="pct"/>
            <w:shd w:val="clear" w:color="auto" w:fill="FFBFBF" w:themeFill="accent6" w:themeFillTint="33"/>
            <w:vAlign w:val="center"/>
          </w:tcPr>
          <w:p w14:paraId="2AFD3378" w14:textId="77777777" w:rsidR="00690ED0" w:rsidRPr="009B2848" w:rsidRDefault="00690ED0" w:rsidP="001E1209">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4EAC589C" w14:textId="77777777" w:rsidR="00690ED0" w:rsidRPr="009B2848" w:rsidRDefault="00690ED0" w:rsidP="001E1209">
            <w:pPr>
              <w:keepNext/>
              <w:spacing w:after="60"/>
              <w:jc w:val="center"/>
              <w:outlineLvl w:val="3"/>
              <w:rPr>
                <w:rFonts w:eastAsia="Times New Roman"/>
                <w:bCs/>
              </w:rPr>
            </w:pPr>
          </w:p>
        </w:tc>
      </w:tr>
      <w:tr w:rsidR="00690ED0" w:rsidRPr="009B2848" w14:paraId="0F918681" w14:textId="77777777" w:rsidTr="001E1209">
        <w:tc>
          <w:tcPr>
            <w:tcW w:w="2500" w:type="pct"/>
            <w:shd w:val="clear" w:color="auto" w:fill="FFBFBF" w:themeFill="accent6" w:themeFillTint="33"/>
            <w:vAlign w:val="center"/>
          </w:tcPr>
          <w:p w14:paraId="0530FA9B" w14:textId="77777777" w:rsidR="00690ED0" w:rsidRPr="009B2848" w:rsidRDefault="00690ED0" w:rsidP="001E1209">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430AC76D" w14:textId="77777777" w:rsidR="00690ED0" w:rsidRPr="009B2848" w:rsidRDefault="00690ED0" w:rsidP="001E1209">
            <w:pPr>
              <w:keepNext/>
              <w:spacing w:after="60"/>
              <w:jc w:val="center"/>
              <w:outlineLvl w:val="3"/>
              <w:rPr>
                <w:rFonts w:eastAsia="Times New Roman"/>
                <w:bCs/>
              </w:rPr>
            </w:pPr>
          </w:p>
        </w:tc>
      </w:tr>
      <w:tr w:rsidR="00690ED0" w:rsidRPr="009B2848" w14:paraId="08FA9070" w14:textId="77777777" w:rsidTr="001E1209">
        <w:tc>
          <w:tcPr>
            <w:tcW w:w="2500" w:type="pct"/>
            <w:shd w:val="clear" w:color="auto" w:fill="FFBFBF" w:themeFill="accent6" w:themeFillTint="33"/>
            <w:vAlign w:val="center"/>
          </w:tcPr>
          <w:p w14:paraId="5CE1B789" w14:textId="77777777" w:rsidR="00690ED0" w:rsidRPr="009B2848" w:rsidRDefault="00690ED0" w:rsidP="001E1209">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5A4AF735" w14:textId="77777777" w:rsidR="00690ED0" w:rsidRPr="009B2848" w:rsidRDefault="00690ED0" w:rsidP="001E1209">
            <w:pPr>
              <w:keepNext/>
              <w:spacing w:after="60"/>
              <w:jc w:val="center"/>
              <w:outlineLvl w:val="3"/>
              <w:rPr>
                <w:rFonts w:eastAsia="Times New Roman"/>
                <w:bCs/>
              </w:rPr>
            </w:pPr>
          </w:p>
        </w:tc>
      </w:tr>
      <w:tr w:rsidR="00690ED0" w:rsidRPr="009B2848" w14:paraId="28BFD60D" w14:textId="77777777" w:rsidTr="001E1209">
        <w:tc>
          <w:tcPr>
            <w:tcW w:w="2500" w:type="pct"/>
            <w:shd w:val="clear" w:color="auto" w:fill="FFBFBF" w:themeFill="accent6" w:themeFillTint="33"/>
            <w:vAlign w:val="center"/>
          </w:tcPr>
          <w:p w14:paraId="0F83C68C" w14:textId="77777777" w:rsidR="00690ED0" w:rsidRPr="009B2848" w:rsidRDefault="00690ED0" w:rsidP="001E1209">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4D64A2A1" w14:textId="77777777" w:rsidR="00690ED0" w:rsidRPr="009B2848" w:rsidRDefault="00690ED0" w:rsidP="001E1209">
            <w:pPr>
              <w:keepNext/>
              <w:spacing w:after="60"/>
              <w:jc w:val="center"/>
              <w:outlineLvl w:val="3"/>
              <w:rPr>
                <w:rFonts w:eastAsia="Times New Roman"/>
                <w:bCs/>
              </w:rPr>
            </w:pPr>
          </w:p>
        </w:tc>
      </w:tr>
      <w:tr w:rsidR="00690ED0" w:rsidRPr="009B2848" w14:paraId="3CE535E8" w14:textId="77777777" w:rsidTr="001E1209">
        <w:tc>
          <w:tcPr>
            <w:tcW w:w="2500" w:type="pct"/>
            <w:shd w:val="clear" w:color="auto" w:fill="FFBFBF" w:themeFill="accent6" w:themeFillTint="33"/>
            <w:vAlign w:val="center"/>
          </w:tcPr>
          <w:p w14:paraId="62838936" w14:textId="77777777" w:rsidR="00690ED0" w:rsidRPr="009B2848" w:rsidRDefault="00690ED0" w:rsidP="001E1209">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6B33CA4F" w14:textId="77777777" w:rsidR="00690ED0" w:rsidRPr="009B2848" w:rsidRDefault="00690ED0" w:rsidP="001E1209">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690ED0" w:rsidRPr="00034484" w14:paraId="3FDAB1E4" w14:textId="77777777" w:rsidTr="001E1209">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051CCD7" w14:textId="77777777" w:rsidR="00690ED0" w:rsidRPr="00034484" w:rsidRDefault="00690ED0" w:rsidP="001E1209">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1D2C197E" w14:textId="77777777" w:rsidR="00690ED0" w:rsidRPr="00034484" w:rsidRDefault="00690ED0" w:rsidP="001E1209">
            <w:pPr>
              <w:outlineLvl w:val="3"/>
              <w:rPr>
                <w:bCs/>
              </w:rPr>
            </w:pPr>
          </w:p>
        </w:tc>
      </w:tr>
      <w:tr w:rsidR="00690ED0" w:rsidRPr="00034484" w14:paraId="0D9C8389" w14:textId="77777777" w:rsidTr="001E1209">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3E75DBB" w14:textId="77777777" w:rsidR="00690ED0" w:rsidRPr="00034484" w:rsidRDefault="00690ED0" w:rsidP="001E1209">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E03A9F9" w14:textId="77777777" w:rsidR="00690ED0" w:rsidRPr="00034484" w:rsidRDefault="00690ED0" w:rsidP="001E1209">
            <w:pPr>
              <w:outlineLvl w:val="3"/>
              <w:rPr>
                <w:bCs/>
              </w:rPr>
            </w:pPr>
          </w:p>
        </w:tc>
      </w:tr>
      <w:tr w:rsidR="00690ED0" w:rsidRPr="00034484" w14:paraId="10063841" w14:textId="77777777" w:rsidTr="001E1209">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86EDC96" w14:textId="77777777" w:rsidR="00690ED0" w:rsidRPr="00034484" w:rsidRDefault="00690ED0" w:rsidP="001E120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0113AB6" w14:textId="77777777" w:rsidR="00690ED0" w:rsidRPr="00034484" w:rsidRDefault="00690ED0" w:rsidP="001E1209">
            <w:pPr>
              <w:outlineLvl w:val="3"/>
              <w:rPr>
                <w:bCs/>
              </w:rPr>
            </w:pPr>
          </w:p>
        </w:tc>
      </w:tr>
      <w:tr w:rsidR="00690ED0" w:rsidRPr="00034484" w14:paraId="3B4CEE6B" w14:textId="77777777" w:rsidTr="001E1209">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9A8CAD0" w14:textId="77777777" w:rsidR="00690ED0" w:rsidRPr="00034484" w:rsidRDefault="00690ED0" w:rsidP="001E120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B79660E" w14:textId="77777777" w:rsidR="00690ED0" w:rsidRPr="00034484" w:rsidRDefault="00690ED0" w:rsidP="001E1209">
            <w:pPr>
              <w:outlineLvl w:val="3"/>
              <w:rPr>
                <w:bCs/>
              </w:rPr>
            </w:pPr>
          </w:p>
        </w:tc>
      </w:tr>
      <w:tr w:rsidR="00690ED0" w:rsidRPr="00034484" w14:paraId="581D0625" w14:textId="77777777" w:rsidTr="001E1209">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16355B7" w14:textId="77777777" w:rsidR="00690ED0" w:rsidRPr="00034484" w:rsidRDefault="00690ED0" w:rsidP="001E120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ADC14F7" w14:textId="77777777" w:rsidR="00690ED0" w:rsidRPr="00034484" w:rsidRDefault="00690ED0" w:rsidP="001E1209">
            <w:pPr>
              <w:outlineLvl w:val="3"/>
              <w:rPr>
                <w:bCs/>
              </w:rPr>
            </w:pPr>
          </w:p>
        </w:tc>
      </w:tr>
      <w:tr w:rsidR="00690ED0" w:rsidRPr="00034484" w14:paraId="1D344951" w14:textId="77777777" w:rsidTr="001E1209">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C819F0B" w14:textId="77777777" w:rsidR="00690ED0" w:rsidRPr="00034484" w:rsidRDefault="00690ED0" w:rsidP="001E120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3BF4E86" w14:textId="77777777" w:rsidR="00690ED0" w:rsidRPr="00034484" w:rsidRDefault="00690ED0" w:rsidP="001E1209">
            <w:pPr>
              <w:outlineLvl w:val="3"/>
              <w:rPr>
                <w:bCs/>
              </w:rPr>
            </w:pPr>
          </w:p>
        </w:tc>
      </w:tr>
      <w:tr w:rsidR="00690ED0" w:rsidRPr="00034484" w14:paraId="466D8740" w14:textId="77777777" w:rsidTr="001E1209">
        <w:tc>
          <w:tcPr>
            <w:tcW w:w="2500" w:type="pct"/>
            <w:tcBorders>
              <w:top w:val="single" w:sz="4" w:space="0" w:color="auto"/>
              <w:bottom w:val="nil"/>
              <w:right w:val="nil"/>
            </w:tcBorders>
            <w:shd w:val="clear" w:color="auto" w:fill="auto"/>
            <w:vAlign w:val="center"/>
          </w:tcPr>
          <w:p w14:paraId="79ED6BB5" w14:textId="77777777" w:rsidR="00690ED0" w:rsidRPr="00034484" w:rsidRDefault="00690ED0" w:rsidP="001E1209">
            <w:pPr>
              <w:rPr>
                <w:b/>
                <w:bCs/>
              </w:rPr>
            </w:pPr>
          </w:p>
        </w:tc>
        <w:tc>
          <w:tcPr>
            <w:tcW w:w="2481" w:type="pct"/>
            <w:tcBorders>
              <w:top w:val="single" w:sz="4" w:space="0" w:color="auto"/>
              <w:left w:val="nil"/>
              <w:bottom w:val="nil"/>
            </w:tcBorders>
            <w:shd w:val="clear" w:color="auto" w:fill="auto"/>
            <w:vAlign w:val="center"/>
          </w:tcPr>
          <w:p w14:paraId="244A034E" w14:textId="77777777" w:rsidR="00690ED0" w:rsidRPr="00034484" w:rsidRDefault="00690ED0" w:rsidP="001E1209">
            <w:pPr>
              <w:rPr>
                <w:bCs/>
              </w:rPr>
            </w:pPr>
          </w:p>
        </w:tc>
      </w:tr>
    </w:tbl>
    <w:p w14:paraId="72EA79C3" w14:textId="77777777" w:rsidR="00690ED0" w:rsidRDefault="00690ED0" w:rsidP="00690ED0">
      <w:pPr>
        <w:rPr>
          <w:b/>
          <w:bCs/>
        </w:rPr>
      </w:pPr>
    </w:p>
    <w:tbl>
      <w:tblPr>
        <w:tblStyle w:val="Mkatabulky"/>
        <w:tblW w:w="0" w:type="auto"/>
        <w:tblLook w:val="04A0" w:firstRow="1" w:lastRow="0" w:firstColumn="1" w:lastColumn="0" w:noHBand="0" w:noVBand="1"/>
      </w:tblPr>
      <w:tblGrid>
        <w:gridCol w:w="2950"/>
        <w:gridCol w:w="2885"/>
        <w:gridCol w:w="2885"/>
      </w:tblGrid>
      <w:tr w:rsidR="00690ED0" w:rsidRPr="00034484" w14:paraId="20DD33EE" w14:textId="77777777" w:rsidTr="001E1209">
        <w:tc>
          <w:tcPr>
            <w:tcW w:w="2950" w:type="dxa"/>
            <w:shd w:val="clear" w:color="auto" w:fill="FFBFBF" w:themeFill="accent6" w:themeFillTint="33"/>
          </w:tcPr>
          <w:p w14:paraId="284E340A" w14:textId="77777777" w:rsidR="00690ED0" w:rsidRPr="00034484" w:rsidRDefault="00690ED0" w:rsidP="001E1209">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5B2F2365" w14:textId="77777777" w:rsidR="00690ED0" w:rsidRPr="00034484" w:rsidRDefault="00690ED0" w:rsidP="001E1209">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3A6DC9A3" w14:textId="77777777" w:rsidR="00690ED0" w:rsidRPr="00034484" w:rsidRDefault="00690ED0" w:rsidP="001E1209">
            <w:pPr>
              <w:spacing w:after="60"/>
              <w:outlineLvl w:val="3"/>
              <w:rPr>
                <w:bCs/>
              </w:rPr>
            </w:pPr>
            <w:r w:rsidRPr="00034484">
              <w:rPr>
                <w:b/>
                <w:bCs/>
              </w:rPr>
              <w:t>Hodnota poddodávky</w:t>
            </w:r>
            <w:r w:rsidRPr="00034484">
              <w:rPr>
                <w:bCs/>
              </w:rPr>
              <w:t xml:space="preserve"> v % ze smluvní ceny díla a konkrétní částka v Kč </w:t>
            </w:r>
          </w:p>
        </w:tc>
      </w:tr>
      <w:tr w:rsidR="00690ED0" w:rsidRPr="00034484" w14:paraId="010A2351" w14:textId="77777777" w:rsidTr="001E1209">
        <w:tc>
          <w:tcPr>
            <w:tcW w:w="2950" w:type="dxa"/>
            <w:vAlign w:val="center"/>
          </w:tcPr>
          <w:p w14:paraId="611DF066" w14:textId="77777777" w:rsidR="00690ED0" w:rsidRPr="00034484" w:rsidRDefault="00690ED0" w:rsidP="001E1209">
            <w:pPr>
              <w:spacing w:after="60"/>
              <w:outlineLvl w:val="3"/>
              <w:rPr>
                <w:bCs/>
              </w:rPr>
            </w:pPr>
          </w:p>
        </w:tc>
        <w:tc>
          <w:tcPr>
            <w:tcW w:w="2885" w:type="dxa"/>
            <w:vAlign w:val="center"/>
          </w:tcPr>
          <w:p w14:paraId="549C6912" w14:textId="77777777" w:rsidR="00690ED0" w:rsidRPr="00034484" w:rsidRDefault="00690ED0" w:rsidP="001E1209">
            <w:pPr>
              <w:spacing w:after="60"/>
              <w:outlineLvl w:val="3"/>
              <w:rPr>
                <w:bCs/>
              </w:rPr>
            </w:pPr>
          </w:p>
        </w:tc>
        <w:tc>
          <w:tcPr>
            <w:tcW w:w="2885" w:type="dxa"/>
            <w:vAlign w:val="center"/>
          </w:tcPr>
          <w:p w14:paraId="0F77C696" w14:textId="77777777" w:rsidR="00690ED0" w:rsidRPr="00034484" w:rsidRDefault="00690ED0" w:rsidP="001E1209">
            <w:pPr>
              <w:spacing w:after="60"/>
              <w:outlineLvl w:val="3"/>
              <w:rPr>
                <w:bCs/>
              </w:rPr>
            </w:pPr>
          </w:p>
        </w:tc>
      </w:tr>
      <w:tr w:rsidR="00690ED0" w:rsidRPr="00034484" w14:paraId="3699B37C" w14:textId="77777777" w:rsidTr="001E1209">
        <w:tc>
          <w:tcPr>
            <w:tcW w:w="2950" w:type="dxa"/>
            <w:vAlign w:val="center"/>
          </w:tcPr>
          <w:p w14:paraId="7CF97E17" w14:textId="77777777" w:rsidR="00690ED0" w:rsidRPr="00034484" w:rsidRDefault="00690ED0" w:rsidP="001E1209">
            <w:pPr>
              <w:spacing w:after="60"/>
              <w:outlineLvl w:val="3"/>
              <w:rPr>
                <w:bCs/>
              </w:rPr>
            </w:pPr>
          </w:p>
        </w:tc>
        <w:tc>
          <w:tcPr>
            <w:tcW w:w="2885" w:type="dxa"/>
            <w:vAlign w:val="center"/>
          </w:tcPr>
          <w:p w14:paraId="0A6723E2" w14:textId="77777777" w:rsidR="00690ED0" w:rsidRPr="00034484" w:rsidRDefault="00690ED0" w:rsidP="001E1209">
            <w:pPr>
              <w:spacing w:after="60"/>
              <w:outlineLvl w:val="3"/>
              <w:rPr>
                <w:bCs/>
              </w:rPr>
            </w:pPr>
          </w:p>
        </w:tc>
        <w:tc>
          <w:tcPr>
            <w:tcW w:w="2885" w:type="dxa"/>
            <w:vAlign w:val="center"/>
          </w:tcPr>
          <w:p w14:paraId="31D846EE" w14:textId="77777777" w:rsidR="00690ED0" w:rsidRDefault="00690ED0" w:rsidP="001E1209">
            <w:pPr>
              <w:spacing w:after="60"/>
              <w:outlineLvl w:val="3"/>
              <w:rPr>
                <w:bCs/>
              </w:rPr>
            </w:pPr>
          </w:p>
          <w:p w14:paraId="5125EA48" w14:textId="77777777" w:rsidR="00690ED0" w:rsidRPr="002B4E56" w:rsidRDefault="00690ED0" w:rsidP="001E1209"/>
        </w:tc>
      </w:tr>
      <w:tr w:rsidR="00690ED0" w:rsidRPr="00034484" w14:paraId="5605DB4D" w14:textId="77777777" w:rsidTr="001E1209">
        <w:tc>
          <w:tcPr>
            <w:tcW w:w="2950" w:type="dxa"/>
            <w:vAlign w:val="center"/>
          </w:tcPr>
          <w:p w14:paraId="41876208" w14:textId="77777777" w:rsidR="00690ED0" w:rsidRPr="00034484" w:rsidRDefault="00690ED0" w:rsidP="001E1209">
            <w:pPr>
              <w:spacing w:after="60"/>
              <w:outlineLvl w:val="3"/>
              <w:rPr>
                <w:bCs/>
              </w:rPr>
            </w:pPr>
          </w:p>
        </w:tc>
        <w:tc>
          <w:tcPr>
            <w:tcW w:w="2885" w:type="dxa"/>
            <w:vAlign w:val="center"/>
          </w:tcPr>
          <w:p w14:paraId="01C8996A" w14:textId="77777777" w:rsidR="00690ED0" w:rsidRPr="00034484" w:rsidRDefault="00690ED0" w:rsidP="001E1209">
            <w:pPr>
              <w:spacing w:after="60"/>
              <w:outlineLvl w:val="3"/>
              <w:rPr>
                <w:bCs/>
              </w:rPr>
            </w:pPr>
          </w:p>
        </w:tc>
        <w:tc>
          <w:tcPr>
            <w:tcW w:w="2885" w:type="dxa"/>
            <w:vAlign w:val="center"/>
          </w:tcPr>
          <w:p w14:paraId="07B21615" w14:textId="77777777" w:rsidR="00690ED0" w:rsidRPr="00034484" w:rsidRDefault="00690ED0" w:rsidP="001E1209">
            <w:pPr>
              <w:spacing w:after="60"/>
              <w:outlineLvl w:val="3"/>
              <w:rPr>
                <w:bCs/>
              </w:rPr>
            </w:pPr>
          </w:p>
        </w:tc>
      </w:tr>
      <w:tr w:rsidR="00690ED0" w:rsidRPr="00034484" w14:paraId="1B7421EC" w14:textId="77777777" w:rsidTr="001E1209">
        <w:tc>
          <w:tcPr>
            <w:tcW w:w="2950" w:type="dxa"/>
            <w:vAlign w:val="center"/>
          </w:tcPr>
          <w:p w14:paraId="39BB083C" w14:textId="77777777" w:rsidR="00690ED0" w:rsidRPr="00034484" w:rsidRDefault="00690ED0" w:rsidP="001E1209">
            <w:pPr>
              <w:spacing w:after="60"/>
              <w:outlineLvl w:val="3"/>
              <w:rPr>
                <w:bCs/>
              </w:rPr>
            </w:pPr>
          </w:p>
        </w:tc>
        <w:tc>
          <w:tcPr>
            <w:tcW w:w="2885" w:type="dxa"/>
            <w:vAlign w:val="center"/>
          </w:tcPr>
          <w:p w14:paraId="5737A63C" w14:textId="77777777" w:rsidR="00690ED0" w:rsidRPr="00034484" w:rsidRDefault="00690ED0" w:rsidP="001E1209">
            <w:pPr>
              <w:spacing w:after="60"/>
              <w:outlineLvl w:val="3"/>
              <w:rPr>
                <w:bCs/>
              </w:rPr>
            </w:pPr>
          </w:p>
        </w:tc>
        <w:tc>
          <w:tcPr>
            <w:tcW w:w="2885" w:type="dxa"/>
            <w:vAlign w:val="center"/>
          </w:tcPr>
          <w:p w14:paraId="0CF12DBB" w14:textId="77777777" w:rsidR="00690ED0" w:rsidRPr="00034484" w:rsidRDefault="00690ED0" w:rsidP="001E1209">
            <w:pPr>
              <w:spacing w:after="60"/>
              <w:outlineLvl w:val="3"/>
              <w:rPr>
                <w:bCs/>
              </w:rPr>
            </w:pPr>
          </w:p>
        </w:tc>
      </w:tr>
    </w:tbl>
    <w:p w14:paraId="51461D0C" w14:textId="77777777" w:rsidR="00690ED0" w:rsidRPr="00034484" w:rsidRDefault="00690ED0" w:rsidP="00690ED0">
      <w:pPr>
        <w:rPr>
          <w:b/>
          <w:bCs/>
        </w:rPr>
      </w:pPr>
    </w:p>
    <w:tbl>
      <w:tblPr>
        <w:tblStyle w:val="Mkatabulky"/>
        <w:tblW w:w="5000" w:type="pct"/>
        <w:tblLook w:val="04A0" w:firstRow="1" w:lastRow="0" w:firstColumn="1" w:lastColumn="0" w:noHBand="0" w:noVBand="1"/>
      </w:tblPr>
      <w:tblGrid>
        <w:gridCol w:w="5874"/>
        <w:gridCol w:w="2846"/>
      </w:tblGrid>
      <w:tr w:rsidR="00690ED0" w:rsidRPr="00034484" w14:paraId="3C6435D8" w14:textId="77777777" w:rsidTr="001E1209">
        <w:tc>
          <w:tcPr>
            <w:tcW w:w="5874" w:type="dxa"/>
            <w:shd w:val="clear" w:color="auto" w:fill="FFBFBF" w:themeFill="accent6" w:themeFillTint="33"/>
            <w:vAlign w:val="center"/>
          </w:tcPr>
          <w:p w14:paraId="09D525B0" w14:textId="77777777" w:rsidR="00690ED0" w:rsidRPr="00034484" w:rsidRDefault="00690ED0" w:rsidP="001E1209">
            <w:pPr>
              <w:spacing w:after="60"/>
              <w:outlineLvl w:val="3"/>
              <w:rPr>
                <w:b/>
                <w:bCs/>
              </w:rPr>
            </w:pPr>
            <w:r w:rsidRPr="00034484">
              <w:rPr>
                <w:b/>
                <w:bCs/>
              </w:rPr>
              <w:t>Rozsah prací:</w:t>
            </w:r>
          </w:p>
          <w:p w14:paraId="5113799F" w14:textId="77777777" w:rsidR="00690ED0" w:rsidRPr="00034484" w:rsidRDefault="00690ED0" w:rsidP="001E1209">
            <w:pPr>
              <w:spacing w:after="60"/>
              <w:outlineLvl w:val="3"/>
              <w:rPr>
                <w:bCs/>
              </w:rPr>
            </w:pPr>
            <w:r w:rsidRPr="00034484">
              <w:rPr>
                <w:bCs/>
              </w:rPr>
              <w:t>(dle předmětu díla / předmětu plnění VZ)</w:t>
            </w:r>
          </w:p>
        </w:tc>
        <w:tc>
          <w:tcPr>
            <w:tcW w:w="2910" w:type="dxa"/>
            <w:vAlign w:val="center"/>
          </w:tcPr>
          <w:p w14:paraId="732DBACD" w14:textId="77777777" w:rsidR="00690ED0" w:rsidRPr="00034484" w:rsidRDefault="00690ED0" w:rsidP="001E1209">
            <w:pPr>
              <w:spacing w:after="60"/>
              <w:outlineLvl w:val="3"/>
              <w:rPr>
                <w:bCs/>
              </w:rPr>
            </w:pPr>
          </w:p>
        </w:tc>
      </w:tr>
      <w:tr w:rsidR="00690ED0" w:rsidRPr="00034484" w14:paraId="60782A80" w14:textId="77777777" w:rsidTr="001E1209">
        <w:tc>
          <w:tcPr>
            <w:tcW w:w="5874" w:type="dxa"/>
            <w:shd w:val="clear" w:color="auto" w:fill="FFBFBF" w:themeFill="accent6" w:themeFillTint="33"/>
            <w:vAlign w:val="center"/>
          </w:tcPr>
          <w:p w14:paraId="6B72848B" w14:textId="77777777" w:rsidR="00690ED0" w:rsidRPr="00034484" w:rsidRDefault="00690ED0" w:rsidP="001E1209">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2353C9F9" w14:textId="77777777" w:rsidR="00690ED0" w:rsidRPr="00034484" w:rsidRDefault="00690ED0" w:rsidP="001E1209">
            <w:pPr>
              <w:spacing w:after="60"/>
              <w:outlineLvl w:val="3"/>
              <w:rPr>
                <w:bCs/>
              </w:rPr>
            </w:pPr>
          </w:p>
        </w:tc>
      </w:tr>
      <w:tr w:rsidR="00690ED0" w:rsidRPr="00034484" w14:paraId="56097B2E" w14:textId="77777777" w:rsidTr="001E1209">
        <w:tc>
          <w:tcPr>
            <w:tcW w:w="5874" w:type="dxa"/>
            <w:shd w:val="clear" w:color="auto" w:fill="FFBFBF" w:themeFill="accent6" w:themeFillTint="33"/>
            <w:vAlign w:val="center"/>
          </w:tcPr>
          <w:p w14:paraId="7D03508E" w14:textId="77777777" w:rsidR="00690ED0" w:rsidRPr="00034484" w:rsidRDefault="00690ED0" w:rsidP="001E1209">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0336528C" w14:textId="77777777" w:rsidR="00690ED0" w:rsidRPr="00034484" w:rsidRDefault="00690ED0" w:rsidP="001E1209">
            <w:pPr>
              <w:spacing w:after="60"/>
              <w:outlineLvl w:val="3"/>
              <w:rPr>
                <w:bCs/>
              </w:rPr>
            </w:pPr>
          </w:p>
        </w:tc>
      </w:tr>
      <w:tr w:rsidR="00690ED0" w:rsidRPr="00034484" w14:paraId="22082549" w14:textId="77777777" w:rsidTr="001E1209">
        <w:tc>
          <w:tcPr>
            <w:tcW w:w="5874" w:type="dxa"/>
            <w:shd w:val="clear" w:color="auto" w:fill="FFBFBF" w:themeFill="accent6" w:themeFillTint="33"/>
            <w:vAlign w:val="center"/>
          </w:tcPr>
          <w:p w14:paraId="44C78801" w14:textId="77777777" w:rsidR="00690ED0" w:rsidRPr="00034484" w:rsidRDefault="00690ED0" w:rsidP="001E1209">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35B9553F" w14:textId="77777777" w:rsidR="00690ED0" w:rsidRPr="00034484" w:rsidRDefault="00690ED0" w:rsidP="001E1209">
            <w:pPr>
              <w:spacing w:after="60"/>
              <w:outlineLvl w:val="3"/>
              <w:rPr>
                <w:bCs/>
              </w:rPr>
            </w:pPr>
          </w:p>
        </w:tc>
      </w:tr>
      <w:tr w:rsidR="00690ED0" w:rsidRPr="00034484" w14:paraId="092A74CC" w14:textId="77777777" w:rsidTr="001E1209">
        <w:tc>
          <w:tcPr>
            <w:tcW w:w="5874" w:type="dxa"/>
            <w:shd w:val="clear" w:color="auto" w:fill="FFBFBF" w:themeFill="accent6" w:themeFillTint="33"/>
            <w:vAlign w:val="center"/>
          </w:tcPr>
          <w:p w14:paraId="2D8B1B5E" w14:textId="77777777" w:rsidR="00690ED0" w:rsidRPr="00034484" w:rsidRDefault="00690ED0" w:rsidP="001E1209">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4CA5A151" w14:textId="77777777" w:rsidR="00690ED0" w:rsidRPr="00034484" w:rsidRDefault="00690ED0" w:rsidP="001E1209">
            <w:pPr>
              <w:spacing w:after="60"/>
              <w:outlineLvl w:val="3"/>
              <w:rPr>
                <w:bCs/>
              </w:rPr>
            </w:pPr>
          </w:p>
        </w:tc>
      </w:tr>
      <w:tr w:rsidR="00690ED0" w:rsidRPr="00034484" w14:paraId="38CFE021" w14:textId="77777777" w:rsidTr="001E1209">
        <w:tc>
          <w:tcPr>
            <w:tcW w:w="5874" w:type="dxa"/>
            <w:shd w:val="clear" w:color="auto" w:fill="FFBFBF" w:themeFill="accent6" w:themeFillTint="33"/>
            <w:vAlign w:val="center"/>
          </w:tcPr>
          <w:p w14:paraId="3CCF7DD1" w14:textId="77777777" w:rsidR="00690ED0" w:rsidRPr="00034484" w:rsidRDefault="00690ED0" w:rsidP="001E1209">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7F1A8E3E" w14:textId="77777777" w:rsidR="00690ED0" w:rsidRPr="00034484" w:rsidRDefault="00690ED0" w:rsidP="001E1209">
            <w:pPr>
              <w:spacing w:after="60"/>
              <w:outlineLvl w:val="3"/>
              <w:rPr>
                <w:bCs/>
              </w:rPr>
            </w:pPr>
          </w:p>
        </w:tc>
      </w:tr>
      <w:tr w:rsidR="00690ED0" w:rsidRPr="00034484" w14:paraId="1EFFD781" w14:textId="77777777" w:rsidTr="001E1209">
        <w:tc>
          <w:tcPr>
            <w:tcW w:w="5874" w:type="dxa"/>
            <w:shd w:val="clear" w:color="auto" w:fill="FFBFBF" w:themeFill="accent6" w:themeFillTint="33"/>
            <w:vAlign w:val="center"/>
          </w:tcPr>
          <w:p w14:paraId="19D6125B" w14:textId="77777777" w:rsidR="00690ED0" w:rsidRPr="00034484" w:rsidRDefault="00690ED0" w:rsidP="001E1209">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448AE1A9" w14:textId="77777777" w:rsidR="00690ED0" w:rsidRPr="00034484" w:rsidRDefault="00690ED0" w:rsidP="001E1209">
            <w:pPr>
              <w:spacing w:after="60"/>
              <w:outlineLvl w:val="3"/>
              <w:rPr>
                <w:bCs/>
              </w:rPr>
            </w:pPr>
          </w:p>
        </w:tc>
      </w:tr>
      <w:tr w:rsidR="00690ED0" w:rsidRPr="00034484" w14:paraId="07195C16" w14:textId="77777777" w:rsidTr="001E1209">
        <w:tc>
          <w:tcPr>
            <w:tcW w:w="5874" w:type="dxa"/>
            <w:shd w:val="clear" w:color="auto" w:fill="FFBFBF" w:themeFill="accent6" w:themeFillTint="33"/>
            <w:vAlign w:val="center"/>
          </w:tcPr>
          <w:p w14:paraId="57FB31CD" w14:textId="77777777" w:rsidR="00690ED0" w:rsidRPr="00034484" w:rsidRDefault="00690ED0" w:rsidP="001E1209">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5AB25951" w14:textId="77777777" w:rsidR="00690ED0" w:rsidRPr="00034484" w:rsidRDefault="00690ED0" w:rsidP="001E1209">
            <w:pPr>
              <w:spacing w:after="60"/>
              <w:outlineLvl w:val="3"/>
              <w:rPr>
                <w:bCs/>
              </w:rPr>
            </w:pPr>
          </w:p>
        </w:tc>
      </w:tr>
      <w:tr w:rsidR="00690ED0" w:rsidRPr="00034484" w14:paraId="700A017D" w14:textId="77777777" w:rsidTr="001E1209">
        <w:tc>
          <w:tcPr>
            <w:tcW w:w="5874" w:type="dxa"/>
            <w:shd w:val="clear" w:color="auto" w:fill="FFBFBF" w:themeFill="accent6" w:themeFillTint="33"/>
            <w:vAlign w:val="center"/>
          </w:tcPr>
          <w:p w14:paraId="72EE5B6E" w14:textId="77777777" w:rsidR="00690ED0" w:rsidRPr="00034484" w:rsidRDefault="00690ED0" w:rsidP="001E1209">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3D3687F1" w14:textId="77777777" w:rsidR="00690ED0" w:rsidRPr="00034484" w:rsidRDefault="00690ED0" w:rsidP="001E1209">
            <w:pPr>
              <w:spacing w:after="60"/>
              <w:outlineLvl w:val="3"/>
              <w:rPr>
                <w:bCs/>
              </w:rPr>
            </w:pPr>
          </w:p>
        </w:tc>
      </w:tr>
      <w:tr w:rsidR="00690ED0" w:rsidRPr="00034484" w14:paraId="591B64DC" w14:textId="77777777" w:rsidTr="001E1209">
        <w:tc>
          <w:tcPr>
            <w:tcW w:w="5874" w:type="dxa"/>
            <w:shd w:val="clear" w:color="auto" w:fill="FFBFBF" w:themeFill="accent6" w:themeFillTint="33"/>
            <w:vAlign w:val="center"/>
          </w:tcPr>
          <w:p w14:paraId="4AE8098D" w14:textId="77777777" w:rsidR="00690ED0" w:rsidRPr="00034484" w:rsidRDefault="00690ED0" w:rsidP="001E1209">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42C34ADA" w14:textId="77777777" w:rsidR="00690ED0" w:rsidRPr="00034484" w:rsidRDefault="00690ED0" w:rsidP="001E1209">
            <w:pPr>
              <w:spacing w:after="60"/>
              <w:outlineLvl w:val="3"/>
              <w:rPr>
                <w:bCs/>
              </w:rPr>
            </w:pPr>
          </w:p>
        </w:tc>
      </w:tr>
      <w:tr w:rsidR="00690ED0" w:rsidRPr="00034484" w14:paraId="74FB30E5" w14:textId="77777777" w:rsidTr="001E1209">
        <w:tc>
          <w:tcPr>
            <w:tcW w:w="5874" w:type="dxa"/>
            <w:shd w:val="clear" w:color="auto" w:fill="FFBFBF" w:themeFill="accent6" w:themeFillTint="33"/>
            <w:vAlign w:val="center"/>
          </w:tcPr>
          <w:p w14:paraId="0AF939B2" w14:textId="77777777" w:rsidR="00690ED0" w:rsidRPr="00034484" w:rsidRDefault="00690ED0" w:rsidP="001E1209">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1627191D" w14:textId="77777777" w:rsidR="00690ED0" w:rsidRPr="00034484" w:rsidRDefault="00690ED0" w:rsidP="001E1209">
            <w:pPr>
              <w:spacing w:after="60"/>
              <w:outlineLvl w:val="3"/>
              <w:rPr>
                <w:bCs/>
              </w:rPr>
            </w:pPr>
          </w:p>
        </w:tc>
      </w:tr>
      <w:tr w:rsidR="00690ED0" w:rsidRPr="00034484" w14:paraId="65906362" w14:textId="77777777" w:rsidTr="001E1209">
        <w:tc>
          <w:tcPr>
            <w:tcW w:w="5874" w:type="dxa"/>
            <w:shd w:val="clear" w:color="auto" w:fill="FFBFBF" w:themeFill="accent6" w:themeFillTint="33"/>
            <w:vAlign w:val="center"/>
          </w:tcPr>
          <w:p w14:paraId="638FA658" w14:textId="77777777" w:rsidR="00690ED0" w:rsidRPr="00034484" w:rsidRDefault="00690ED0" w:rsidP="001E1209">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18ED6034" w14:textId="77777777" w:rsidR="00690ED0" w:rsidRPr="00034484" w:rsidRDefault="00690ED0" w:rsidP="001E1209">
            <w:pPr>
              <w:spacing w:after="60"/>
              <w:outlineLvl w:val="3"/>
              <w:rPr>
                <w:bCs/>
              </w:rPr>
            </w:pPr>
          </w:p>
        </w:tc>
      </w:tr>
      <w:tr w:rsidR="00690ED0" w:rsidRPr="00034484" w14:paraId="282B8106" w14:textId="77777777" w:rsidTr="001E1209">
        <w:tc>
          <w:tcPr>
            <w:tcW w:w="5874" w:type="dxa"/>
            <w:shd w:val="clear" w:color="auto" w:fill="FFBFBF" w:themeFill="accent6" w:themeFillTint="33"/>
            <w:vAlign w:val="center"/>
          </w:tcPr>
          <w:p w14:paraId="6F41A527" w14:textId="77777777" w:rsidR="00690ED0" w:rsidRPr="00034484" w:rsidRDefault="00690ED0" w:rsidP="001E1209">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4469C15A" w14:textId="77777777" w:rsidR="00690ED0" w:rsidRPr="00034484" w:rsidRDefault="00690ED0" w:rsidP="001E1209">
            <w:pPr>
              <w:spacing w:after="60"/>
              <w:outlineLvl w:val="3"/>
              <w:rPr>
                <w:bCs/>
              </w:rPr>
            </w:pPr>
          </w:p>
        </w:tc>
      </w:tr>
      <w:tr w:rsidR="00690ED0" w:rsidRPr="00034484" w14:paraId="08DCE9C7" w14:textId="77777777" w:rsidTr="001E1209">
        <w:tc>
          <w:tcPr>
            <w:tcW w:w="5874" w:type="dxa"/>
            <w:shd w:val="clear" w:color="auto" w:fill="FFBFBF" w:themeFill="accent6" w:themeFillTint="33"/>
            <w:vAlign w:val="center"/>
          </w:tcPr>
          <w:p w14:paraId="2801892A" w14:textId="77777777" w:rsidR="00690ED0" w:rsidRPr="00034484" w:rsidRDefault="00690ED0" w:rsidP="001E1209">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5DF7DCC2" w14:textId="77777777" w:rsidR="00690ED0" w:rsidRPr="00034484" w:rsidRDefault="00690ED0" w:rsidP="001E1209">
            <w:pPr>
              <w:outlineLvl w:val="3"/>
              <w:rPr>
                <w:bCs/>
              </w:rPr>
            </w:pPr>
          </w:p>
        </w:tc>
      </w:tr>
      <w:tr w:rsidR="00690ED0" w:rsidRPr="00034484" w14:paraId="22B4BC6E" w14:textId="77777777" w:rsidTr="001E1209">
        <w:tc>
          <w:tcPr>
            <w:tcW w:w="5874" w:type="dxa"/>
            <w:shd w:val="clear" w:color="auto" w:fill="FFBFBF" w:themeFill="accent6" w:themeFillTint="33"/>
            <w:vAlign w:val="center"/>
          </w:tcPr>
          <w:p w14:paraId="1E012EF8" w14:textId="77777777" w:rsidR="00690ED0" w:rsidRPr="00034484" w:rsidRDefault="00690ED0" w:rsidP="001E1209">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2E7391FF" w14:textId="77777777" w:rsidR="00690ED0" w:rsidRPr="00034484" w:rsidRDefault="00690ED0" w:rsidP="001E1209">
            <w:pPr>
              <w:outlineLvl w:val="3"/>
              <w:rPr>
                <w:bCs/>
              </w:rPr>
            </w:pPr>
          </w:p>
        </w:tc>
      </w:tr>
      <w:tr w:rsidR="00690ED0" w:rsidRPr="00034484" w14:paraId="6D1DDC24" w14:textId="77777777" w:rsidTr="001E1209">
        <w:tc>
          <w:tcPr>
            <w:tcW w:w="5874" w:type="dxa"/>
            <w:shd w:val="clear" w:color="auto" w:fill="FFBFBF" w:themeFill="accent6" w:themeFillTint="33"/>
            <w:vAlign w:val="center"/>
          </w:tcPr>
          <w:p w14:paraId="0AAD84CE" w14:textId="77777777" w:rsidR="00690ED0" w:rsidRPr="00034484" w:rsidRDefault="00690ED0" w:rsidP="001E1209">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3DCC9932" w14:textId="77777777" w:rsidR="00690ED0" w:rsidRPr="00034484" w:rsidRDefault="00690ED0" w:rsidP="001E1209">
            <w:pPr>
              <w:outlineLvl w:val="3"/>
              <w:rPr>
                <w:bCs/>
              </w:rPr>
            </w:pPr>
          </w:p>
        </w:tc>
      </w:tr>
      <w:tr w:rsidR="00690ED0" w:rsidRPr="00034484" w14:paraId="56AF06DE" w14:textId="77777777" w:rsidTr="001E1209">
        <w:tc>
          <w:tcPr>
            <w:tcW w:w="5874" w:type="dxa"/>
            <w:shd w:val="clear" w:color="auto" w:fill="FFBFBF" w:themeFill="accent6" w:themeFillTint="33"/>
            <w:vAlign w:val="center"/>
          </w:tcPr>
          <w:p w14:paraId="2D934E23" w14:textId="77777777" w:rsidR="00690ED0" w:rsidRPr="00034484" w:rsidRDefault="00690ED0" w:rsidP="001E1209">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07294E57" w14:textId="77777777" w:rsidR="00690ED0" w:rsidRPr="00034484" w:rsidRDefault="00690ED0" w:rsidP="001E1209">
            <w:pPr>
              <w:outlineLvl w:val="3"/>
              <w:rPr>
                <w:bCs/>
              </w:rPr>
            </w:pPr>
          </w:p>
        </w:tc>
      </w:tr>
      <w:tr w:rsidR="00690ED0" w:rsidRPr="00034484" w14:paraId="6B38F1F5" w14:textId="77777777" w:rsidTr="001E1209">
        <w:tc>
          <w:tcPr>
            <w:tcW w:w="5874" w:type="dxa"/>
            <w:shd w:val="clear" w:color="auto" w:fill="FFBFBF" w:themeFill="accent6" w:themeFillTint="33"/>
            <w:vAlign w:val="center"/>
          </w:tcPr>
          <w:p w14:paraId="13A75362" w14:textId="77777777" w:rsidR="00690ED0" w:rsidRPr="00034484" w:rsidRDefault="00690ED0" w:rsidP="001E1209">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15369D30" w14:textId="77777777" w:rsidR="00690ED0" w:rsidRPr="00034484" w:rsidRDefault="00690ED0" w:rsidP="001E1209">
            <w:pPr>
              <w:outlineLvl w:val="3"/>
              <w:rPr>
                <w:bCs/>
              </w:rPr>
            </w:pPr>
          </w:p>
        </w:tc>
      </w:tr>
      <w:tr w:rsidR="00690ED0" w:rsidRPr="00034484" w14:paraId="2A1F9C20" w14:textId="77777777" w:rsidTr="001E1209">
        <w:tc>
          <w:tcPr>
            <w:tcW w:w="5874" w:type="dxa"/>
            <w:shd w:val="clear" w:color="auto" w:fill="FFBFBF" w:themeFill="accent6" w:themeFillTint="33"/>
            <w:vAlign w:val="center"/>
          </w:tcPr>
          <w:p w14:paraId="02A734B3" w14:textId="77777777" w:rsidR="00690ED0" w:rsidRPr="00034484" w:rsidRDefault="00690ED0" w:rsidP="001E1209">
            <w:pPr>
              <w:spacing w:after="60"/>
              <w:outlineLvl w:val="3"/>
              <w:rPr>
                <w:b/>
                <w:bCs/>
              </w:rPr>
            </w:pPr>
            <w:r w:rsidRPr="00034484">
              <w:rPr>
                <w:b/>
                <w:bCs/>
              </w:rPr>
              <w:t>Zhotovitel vyhrazeného plnění:</w:t>
            </w:r>
          </w:p>
        </w:tc>
        <w:tc>
          <w:tcPr>
            <w:tcW w:w="2910" w:type="dxa"/>
            <w:vAlign w:val="center"/>
          </w:tcPr>
          <w:p w14:paraId="639D71B2" w14:textId="77777777" w:rsidR="00690ED0" w:rsidRPr="00034484" w:rsidRDefault="00690ED0" w:rsidP="001E1209">
            <w:pPr>
              <w:outlineLvl w:val="3"/>
              <w:rPr>
                <w:bCs/>
              </w:rPr>
            </w:pPr>
          </w:p>
        </w:tc>
      </w:tr>
      <w:tr w:rsidR="00690ED0" w:rsidRPr="00034484" w14:paraId="2D13E8DF" w14:textId="77777777" w:rsidTr="001E1209">
        <w:tc>
          <w:tcPr>
            <w:tcW w:w="5874" w:type="dxa"/>
            <w:shd w:val="clear" w:color="auto" w:fill="FFBFBF" w:themeFill="accent6" w:themeFillTint="33"/>
            <w:vAlign w:val="center"/>
          </w:tcPr>
          <w:p w14:paraId="19B535AB" w14:textId="77777777" w:rsidR="00690ED0" w:rsidRPr="00034484" w:rsidRDefault="00690ED0" w:rsidP="001E1209">
            <w:pPr>
              <w:spacing w:after="60"/>
              <w:outlineLvl w:val="3"/>
              <w:rPr>
                <w:bCs/>
              </w:rPr>
            </w:pPr>
            <w:r w:rsidRPr="00034484">
              <w:rPr>
                <w:b/>
                <w:bCs/>
              </w:rPr>
              <w:t>Hodnota vyhrazeného plnění v Kč</w:t>
            </w:r>
            <w:r w:rsidRPr="00034484">
              <w:rPr>
                <w:bCs/>
              </w:rPr>
              <w:t>:</w:t>
            </w:r>
          </w:p>
        </w:tc>
        <w:tc>
          <w:tcPr>
            <w:tcW w:w="2910" w:type="dxa"/>
            <w:vAlign w:val="center"/>
          </w:tcPr>
          <w:p w14:paraId="57D8A3E2" w14:textId="77777777" w:rsidR="00690ED0" w:rsidRPr="00034484" w:rsidRDefault="00690ED0" w:rsidP="001E1209">
            <w:pPr>
              <w:outlineLvl w:val="3"/>
              <w:rPr>
                <w:bCs/>
              </w:rPr>
            </w:pPr>
          </w:p>
        </w:tc>
      </w:tr>
    </w:tbl>
    <w:p w14:paraId="6FD98FB2" w14:textId="77777777" w:rsidR="00690ED0" w:rsidRPr="00034484" w:rsidRDefault="00690ED0" w:rsidP="00690ED0">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690ED0" w:rsidRPr="00034484" w14:paraId="6CBBFAD8" w14:textId="77777777" w:rsidTr="001E1209">
        <w:tc>
          <w:tcPr>
            <w:tcW w:w="3259" w:type="dxa"/>
            <w:shd w:val="clear" w:color="auto" w:fill="FFBFBF" w:themeFill="accent6" w:themeFillTint="33"/>
          </w:tcPr>
          <w:p w14:paraId="086A93F5" w14:textId="77777777" w:rsidR="00690ED0" w:rsidRPr="00034484" w:rsidRDefault="00690ED0" w:rsidP="001E1209">
            <w:pPr>
              <w:spacing w:after="60"/>
              <w:outlineLvl w:val="3"/>
              <w:rPr>
                <w:b/>
                <w:bCs/>
                <w:vertAlign w:val="superscript"/>
              </w:rPr>
            </w:pPr>
          </w:p>
        </w:tc>
        <w:tc>
          <w:tcPr>
            <w:tcW w:w="3260" w:type="dxa"/>
            <w:shd w:val="clear" w:color="auto" w:fill="FFBFBF" w:themeFill="accent6" w:themeFillTint="33"/>
          </w:tcPr>
          <w:p w14:paraId="7BBACDE1" w14:textId="77777777" w:rsidR="00690ED0" w:rsidRPr="00034484" w:rsidRDefault="00690ED0" w:rsidP="001E1209">
            <w:pPr>
              <w:spacing w:after="60"/>
              <w:outlineLvl w:val="3"/>
              <w:rPr>
                <w:b/>
                <w:bCs/>
              </w:rPr>
            </w:pPr>
            <w:r w:rsidRPr="00034484">
              <w:rPr>
                <w:b/>
                <w:bCs/>
              </w:rPr>
              <w:t>Obchodní firma</w:t>
            </w:r>
          </w:p>
        </w:tc>
        <w:tc>
          <w:tcPr>
            <w:tcW w:w="3260" w:type="dxa"/>
            <w:shd w:val="clear" w:color="auto" w:fill="FFBFBF" w:themeFill="accent6" w:themeFillTint="33"/>
          </w:tcPr>
          <w:p w14:paraId="48793390" w14:textId="77777777" w:rsidR="00690ED0" w:rsidRPr="00034484" w:rsidRDefault="00690ED0" w:rsidP="001E1209">
            <w:pPr>
              <w:outlineLvl w:val="3"/>
              <w:rPr>
                <w:b/>
                <w:bCs/>
              </w:rPr>
            </w:pPr>
            <w:r w:rsidRPr="00034484">
              <w:rPr>
                <w:b/>
                <w:bCs/>
              </w:rPr>
              <w:t xml:space="preserve">Hodnota prováděných prací v Kč </w:t>
            </w:r>
            <w:r w:rsidRPr="00034484">
              <w:rPr>
                <w:bCs/>
              </w:rPr>
              <w:t>(bez DPH)</w:t>
            </w:r>
          </w:p>
        </w:tc>
      </w:tr>
      <w:tr w:rsidR="00690ED0" w:rsidRPr="00034484" w14:paraId="3A16FF5E" w14:textId="77777777" w:rsidTr="001E1209">
        <w:tc>
          <w:tcPr>
            <w:tcW w:w="3259" w:type="dxa"/>
            <w:shd w:val="clear" w:color="auto" w:fill="FFBFBF" w:themeFill="accent6" w:themeFillTint="33"/>
          </w:tcPr>
          <w:p w14:paraId="02932104" w14:textId="77777777" w:rsidR="00690ED0" w:rsidRPr="00034484" w:rsidRDefault="00690ED0" w:rsidP="001E1209">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61664355" w14:textId="77777777" w:rsidR="00690ED0" w:rsidRPr="00034484" w:rsidRDefault="00690ED0" w:rsidP="001E1209">
            <w:pPr>
              <w:spacing w:after="60"/>
              <w:outlineLvl w:val="3"/>
              <w:rPr>
                <w:bCs/>
              </w:rPr>
            </w:pPr>
          </w:p>
        </w:tc>
        <w:tc>
          <w:tcPr>
            <w:tcW w:w="3260" w:type="dxa"/>
            <w:vAlign w:val="center"/>
          </w:tcPr>
          <w:p w14:paraId="2B320C84" w14:textId="77777777" w:rsidR="00690ED0" w:rsidRPr="00034484" w:rsidRDefault="00690ED0" w:rsidP="001E1209">
            <w:pPr>
              <w:outlineLvl w:val="3"/>
              <w:rPr>
                <w:bCs/>
              </w:rPr>
            </w:pPr>
          </w:p>
        </w:tc>
      </w:tr>
      <w:tr w:rsidR="00690ED0" w:rsidRPr="00034484" w14:paraId="7F47D92C" w14:textId="77777777" w:rsidTr="001E1209">
        <w:tc>
          <w:tcPr>
            <w:tcW w:w="3259" w:type="dxa"/>
            <w:shd w:val="clear" w:color="auto" w:fill="FFBFBF" w:themeFill="accent6" w:themeFillTint="33"/>
          </w:tcPr>
          <w:p w14:paraId="1F4F83B4" w14:textId="77777777" w:rsidR="00690ED0" w:rsidRPr="00034484" w:rsidRDefault="00690ED0" w:rsidP="001E120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87C5FF7" w14:textId="77777777" w:rsidR="00690ED0" w:rsidRPr="00034484" w:rsidRDefault="00690ED0" w:rsidP="001E1209">
            <w:pPr>
              <w:spacing w:after="60"/>
              <w:outlineLvl w:val="3"/>
              <w:rPr>
                <w:bCs/>
              </w:rPr>
            </w:pPr>
          </w:p>
        </w:tc>
        <w:tc>
          <w:tcPr>
            <w:tcW w:w="3260" w:type="dxa"/>
            <w:vAlign w:val="center"/>
          </w:tcPr>
          <w:p w14:paraId="667A5CD2" w14:textId="77777777" w:rsidR="00690ED0" w:rsidRPr="00034484" w:rsidRDefault="00690ED0" w:rsidP="001E1209">
            <w:pPr>
              <w:outlineLvl w:val="3"/>
              <w:rPr>
                <w:bCs/>
              </w:rPr>
            </w:pPr>
          </w:p>
        </w:tc>
      </w:tr>
      <w:tr w:rsidR="00690ED0" w:rsidRPr="00034484" w14:paraId="1B1C03BE" w14:textId="77777777" w:rsidTr="001E1209">
        <w:tc>
          <w:tcPr>
            <w:tcW w:w="3259" w:type="dxa"/>
            <w:shd w:val="clear" w:color="auto" w:fill="FFBFBF" w:themeFill="accent6" w:themeFillTint="33"/>
          </w:tcPr>
          <w:p w14:paraId="02637AFA" w14:textId="77777777" w:rsidR="00690ED0" w:rsidRPr="00034484" w:rsidRDefault="00690ED0" w:rsidP="001E120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D718464" w14:textId="77777777" w:rsidR="00690ED0" w:rsidRPr="00034484" w:rsidRDefault="00690ED0" w:rsidP="001E1209">
            <w:pPr>
              <w:spacing w:after="60"/>
              <w:outlineLvl w:val="3"/>
              <w:rPr>
                <w:bCs/>
              </w:rPr>
            </w:pPr>
          </w:p>
        </w:tc>
        <w:tc>
          <w:tcPr>
            <w:tcW w:w="3260" w:type="dxa"/>
            <w:vAlign w:val="center"/>
          </w:tcPr>
          <w:p w14:paraId="46F0B351" w14:textId="77777777" w:rsidR="00690ED0" w:rsidRPr="00034484" w:rsidRDefault="00690ED0" w:rsidP="001E1209">
            <w:pPr>
              <w:outlineLvl w:val="3"/>
              <w:rPr>
                <w:bCs/>
              </w:rPr>
            </w:pPr>
          </w:p>
        </w:tc>
      </w:tr>
      <w:tr w:rsidR="00690ED0" w:rsidRPr="00034484" w14:paraId="640542A1" w14:textId="77777777" w:rsidTr="001E1209">
        <w:tc>
          <w:tcPr>
            <w:tcW w:w="3259" w:type="dxa"/>
            <w:shd w:val="clear" w:color="auto" w:fill="FFBFBF" w:themeFill="accent6" w:themeFillTint="33"/>
          </w:tcPr>
          <w:p w14:paraId="1CC85748" w14:textId="77777777" w:rsidR="00690ED0" w:rsidRPr="00034484" w:rsidRDefault="00690ED0" w:rsidP="001E120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CC93508" w14:textId="77777777" w:rsidR="00690ED0" w:rsidRPr="00034484" w:rsidRDefault="00690ED0" w:rsidP="001E1209">
            <w:pPr>
              <w:spacing w:after="60"/>
              <w:outlineLvl w:val="3"/>
              <w:rPr>
                <w:bCs/>
              </w:rPr>
            </w:pPr>
          </w:p>
        </w:tc>
        <w:tc>
          <w:tcPr>
            <w:tcW w:w="3260" w:type="dxa"/>
            <w:vAlign w:val="center"/>
          </w:tcPr>
          <w:p w14:paraId="5E043F82" w14:textId="77777777" w:rsidR="00690ED0" w:rsidRPr="00034484" w:rsidRDefault="00690ED0" w:rsidP="001E1209">
            <w:pPr>
              <w:outlineLvl w:val="3"/>
              <w:rPr>
                <w:bCs/>
              </w:rPr>
            </w:pPr>
          </w:p>
        </w:tc>
      </w:tr>
      <w:tr w:rsidR="00690ED0" w:rsidRPr="00034484" w14:paraId="2B5C8A9B" w14:textId="77777777" w:rsidTr="001E1209">
        <w:tc>
          <w:tcPr>
            <w:tcW w:w="3259" w:type="dxa"/>
            <w:shd w:val="clear" w:color="auto" w:fill="FFBFBF" w:themeFill="accent6" w:themeFillTint="33"/>
          </w:tcPr>
          <w:p w14:paraId="38DA039D" w14:textId="77777777" w:rsidR="00690ED0" w:rsidRPr="00034484" w:rsidRDefault="00690ED0" w:rsidP="001E1209">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EC971CF" w14:textId="77777777" w:rsidR="00690ED0" w:rsidRPr="00034484" w:rsidRDefault="00690ED0" w:rsidP="001E1209">
            <w:pPr>
              <w:spacing w:after="60"/>
              <w:outlineLvl w:val="3"/>
              <w:rPr>
                <w:bCs/>
              </w:rPr>
            </w:pPr>
          </w:p>
        </w:tc>
        <w:tc>
          <w:tcPr>
            <w:tcW w:w="3260" w:type="dxa"/>
            <w:vAlign w:val="center"/>
          </w:tcPr>
          <w:p w14:paraId="311FC886" w14:textId="77777777" w:rsidR="00690ED0" w:rsidRPr="00034484" w:rsidRDefault="00690ED0" w:rsidP="001E1209">
            <w:pPr>
              <w:outlineLvl w:val="3"/>
              <w:rPr>
                <w:bCs/>
              </w:rPr>
            </w:pPr>
          </w:p>
        </w:tc>
      </w:tr>
      <w:tr w:rsidR="00690ED0" w:rsidRPr="00034484" w14:paraId="34B4F09C" w14:textId="77777777" w:rsidTr="001E1209">
        <w:tc>
          <w:tcPr>
            <w:tcW w:w="3259" w:type="dxa"/>
            <w:shd w:val="clear" w:color="auto" w:fill="FFBFBF" w:themeFill="accent6" w:themeFillTint="33"/>
          </w:tcPr>
          <w:p w14:paraId="183E328E" w14:textId="77777777" w:rsidR="00690ED0" w:rsidRPr="00034484" w:rsidRDefault="00690ED0" w:rsidP="001E1209">
            <w:pPr>
              <w:spacing w:after="60"/>
              <w:outlineLvl w:val="3"/>
              <w:rPr>
                <w:b/>
                <w:bCs/>
              </w:rPr>
            </w:pPr>
            <w:r w:rsidRPr="00034484">
              <w:rPr>
                <w:b/>
                <w:bCs/>
              </w:rPr>
              <w:t xml:space="preserve">Celkem v Kč </w:t>
            </w:r>
          </w:p>
        </w:tc>
        <w:tc>
          <w:tcPr>
            <w:tcW w:w="3260" w:type="dxa"/>
            <w:shd w:val="clear" w:color="auto" w:fill="FFBFBF" w:themeFill="accent6" w:themeFillTint="33"/>
          </w:tcPr>
          <w:p w14:paraId="252627B0" w14:textId="77777777" w:rsidR="00690ED0" w:rsidRPr="00034484" w:rsidRDefault="00690ED0" w:rsidP="001E1209">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43CD43F5" w14:textId="77777777" w:rsidR="00690ED0" w:rsidRPr="00034484" w:rsidRDefault="00690ED0" w:rsidP="001E1209">
            <w:pPr>
              <w:outlineLvl w:val="3"/>
              <w:rPr>
                <w:b/>
                <w:bCs/>
              </w:rPr>
            </w:pPr>
          </w:p>
        </w:tc>
      </w:tr>
    </w:tbl>
    <w:p w14:paraId="1C7F6C03" w14:textId="77777777" w:rsidR="00690ED0" w:rsidRPr="00034484" w:rsidRDefault="00690ED0" w:rsidP="00690ED0">
      <w:pPr>
        <w:rPr>
          <w:bCs/>
        </w:rPr>
      </w:pPr>
    </w:p>
    <w:tbl>
      <w:tblPr>
        <w:tblStyle w:val="Mkatabulky"/>
        <w:tblW w:w="0" w:type="auto"/>
        <w:tblLook w:val="04A0" w:firstRow="1" w:lastRow="0" w:firstColumn="1" w:lastColumn="0" w:noHBand="0" w:noVBand="1"/>
      </w:tblPr>
      <w:tblGrid>
        <w:gridCol w:w="4380"/>
        <w:gridCol w:w="4340"/>
      </w:tblGrid>
      <w:tr w:rsidR="00690ED0" w:rsidRPr="00034484" w14:paraId="27D83CC5" w14:textId="77777777" w:rsidTr="001E1209">
        <w:tc>
          <w:tcPr>
            <w:tcW w:w="4889" w:type="dxa"/>
            <w:shd w:val="clear" w:color="auto" w:fill="FFBFBF" w:themeFill="accent6" w:themeFillTint="33"/>
            <w:vAlign w:val="center"/>
          </w:tcPr>
          <w:p w14:paraId="5F5F72AC" w14:textId="77777777" w:rsidR="00690ED0" w:rsidRPr="00034484" w:rsidRDefault="00690ED0" w:rsidP="001E1209">
            <w:pPr>
              <w:spacing w:after="60"/>
              <w:outlineLvl w:val="3"/>
              <w:rPr>
                <w:b/>
                <w:bCs/>
              </w:rPr>
            </w:pPr>
            <w:r w:rsidRPr="00034484">
              <w:rPr>
                <w:b/>
                <w:bCs/>
              </w:rPr>
              <w:t>Hodnocení objednatele:</w:t>
            </w:r>
          </w:p>
          <w:p w14:paraId="6BBF2A8A" w14:textId="77777777" w:rsidR="00690ED0" w:rsidRPr="00034484" w:rsidRDefault="00690ED0" w:rsidP="001E1209">
            <w:pPr>
              <w:spacing w:after="60"/>
              <w:outlineLvl w:val="3"/>
              <w:rPr>
                <w:b/>
                <w:bCs/>
              </w:rPr>
            </w:pPr>
          </w:p>
          <w:p w14:paraId="1FCFEC37" w14:textId="77777777" w:rsidR="00690ED0" w:rsidRPr="00034484" w:rsidRDefault="00690ED0" w:rsidP="001E1209">
            <w:pPr>
              <w:spacing w:after="60"/>
              <w:outlineLvl w:val="3"/>
              <w:rPr>
                <w:bCs/>
              </w:rPr>
            </w:pPr>
          </w:p>
          <w:p w14:paraId="06A5CC08" w14:textId="77777777" w:rsidR="00690ED0" w:rsidRPr="00034484" w:rsidRDefault="00690ED0" w:rsidP="001E1209">
            <w:pPr>
              <w:spacing w:after="60"/>
              <w:outlineLvl w:val="3"/>
              <w:rPr>
                <w:bCs/>
              </w:rPr>
            </w:pPr>
          </w:p>
          <w:p w14:paraId="2190FE6A" w14:textId="77777777" w:rsidR="00690ED0" w:rsidRPr="00034484" w:rsidRDefault="00690ED0" w:rsidP="001E1209">
            <w:pPr>
              <w:spacing w:after="60"/>
              <w:outlineLvl w:val="3"/>
              <w:rPr>
                <w:bCs/>
              </w:rPr>
            </w:pPr>
          </w:p>
          <w:p w14:paraId="527CE220" w14:textId="77777777" w:rsidR="00690ED0" w:rsidRPr="00034484" w:rsidRDefault="00690ED0" w:rsidP="001E1209">
            <w:pPr>
              <w:spacing w:after="60"/>
              <w:outlineLvl w:val="3"/>
              <w:rPr>
                <w:bCs/>
              </w:rPr>
            </w:pPr>
          </w:p>
        </w:tc>
        <w:tc>
          <w:tcPr>
            <w:tcW w:w="4890" w:type="dxa"/>
            <w:vAlign w:val="center"/>
          </w:tcPr>
          <w:p w14:paraId="1BFBD99E" w14:textId="77777777" w:rsidR="00690ED0" w:rsidRPr="00034484" w:rsidRDefault="00690ED0" w:rsidP="001E1209">
            <w:pPr>
              <w:outlineLvl w:val="3"/>
              <w:rPr>
                <w:bCs/>
              </w:rPr>
            </w:pPr>
            <w:r w:rsidRPr="00034484">
              <w:rPr>
                <w:bCs/>
              </w:rPr>
              <w:lastRenderedPageBreak/>
              <w:t>Správa železnic osvědčuje, že stavební práce uvedené v tomto osvědčení byly řádně poskytnuty a dokončeny.</w:t>
            </w:r>
          </w:p>
        </w:tc>
      </w:tr>
      <w:tr w:rsidR="00690ED0" w:rsidRPr="00034484" w14:paraId="1E8A1BA2" w14:textId="77777777" w:rsidTr="001E1209">
        <w:tc>
          <w:tcPr>
            <w:tcW w:w="4889" w:type="dxa"/>
            <w:shd w:val="clear" w:color="auto" w:fill="FFBFBF" w:themeFill="accent6" w:themeFillTint="33"/>
          </w:tcPr>
          <w:p w14:paraId="2DA01826" w14:textId="77777777" w:rsidR="00690ED0" w:rsidRPr="00034484" w:rsidRDefault="00690ED0" w:rsidP="001E1209">
            <w:pPr>
              <w:spacing w:after="60"/>
              <w:outlineLvl w:val="3"/>
              <w:rPr>
                <w:b/>
                <w:bCs/>
              </w:rPr>
            </w:pPr>
            <w:r w:rsidRPr="00034484">
              <w:rPr>
                <w:b/>
                <w:bCs/>
              </w:rPr>
              <w:t>Kontaktní osoba:</w:t>
            </w:r>
          </w:p>
        </w:tc>
        <w:tc>
          <w:tcPr>
            <w:tcW w:w="4890" w:type="dxa"/>
            <w:vAlign w:val="center"/>
          </w:tcPr>
          <w:p w14:paraId="71CB47B0" w14:textId="77777777" w:rsidR="00690ED0" w:rsidRPr="00034484" w:rsidRDefault="00690ED0" w:rsidP="001E1209">
            <w:pPr>
              <w:outlineLvl w:val="3"/>
              <w:rPr>
                <w:bCs/>
              </w:rPr>
            </w:pPr>
          </w:p>
        </w:tc>
      </w:tr>
    </w:tbl>
    <w:p w14:paraId="3352D086" w14:textId="77777777" w:rsidR="00690ED0" w:rsidRPr="00034484" w:rsidRDefault="00690ED0" w:rsidP="00690ED0">
      <w:pPr>
        <w:rPr>
          <w:b/>
          <w:bCs/>
        </w:rPr>
      </w:pPr>
    </w:p>
    <w:tbl>
      <w:tblPr>
        <w:tblStyle w:val="Mkatabulky"/>
        <w:tblW w:w="0" w:type="auto"/>
        <w:tblLook w:val="04A0" w:firstRow="1" w:lastRow="0" w:firstColumn="1" w:lastColumn="0" w:noHBand="0" w:noVBand="1"/>
      </w:tblPr>
      <w:tblGrid>
        <w:gridCol w:w="4439"/>
        <w:gridCol w:w="4281"/>
      </w:tblGrid>
      <w:tr w:rsidR="00690ED0" w:rsidRPr="00034484" w14:paraId="20EEDDB5" w14:textId="77777777" w:rsidTr="001E1209">
        <w:tc>
          <w:tcPr>
            <w:tcW w:w="4889" w:type="dxa"/>
            <w:shd w:val="clear" w:color="auto" w:fill="FFBFBF" w:themeFill="accent6" w:themeFillTint="33"/>
            <w:vAlign w:val="center"/>
          </w:tcPr>
          <w:p w14:paraId="0B1660C7" w14:textId="77777777" w:rsidR="00690ED0" w:rsidRPr="00034484" w:rsidRDefault="00690ED0" w:rsidP="001E1209">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748B5954" w14:textId="77777777" w:rsidR="00690ED0" w:rsidRPr="00034484" w:rsidRDefault="00690ED0" w:rsidP="001E1209">
            <w:pPr>
              <w:outlineLvl w:val="3"/>
              <w:rPr>
                <w:bCs/>
              </w:rPr>
            </w:pPr>
          </w:p>
        </w:tc>
      </w:tr>
      <w:tr w:rsidR="00690ED0" w:rsidRPr="00034484" w14:paraId="22E90047" w14:textId="77777777" w:rsidTr="001E1209">
        <w:tc>
          <w:tcPr>
            <w:tcW w:w="4889" w:type="dxa"/>
            <w:shd w:val="clear" w:color="auto" w:fill="FFBFBF" w:themeFill="accent6" w:themeFillTint="33"/>
            <w:vAlign w:val="center"/>
          </w:tcPr>
          <w:p w14:paraId="06BC3BB4" w14:textId="77777777" w:rsidR="00690ED0" w:rsidRPr="00034484" w:rsidRDefault="00690ED0" w:rsidP="001E1209">
            <w:pPr>
              <w:spacing w:after="60"/>
              <w:outlineLvl w:val="3"/>
              <w:rPr>
                <w:b/>
                <w:bCs/>
              </w:rPr>
            </w:pPr>
            <w:r w:rsidRPr="00034484">
              <w:rPr>
                <w:b/>
                <w:bCs/>
              </w:rPr>
              <w:t>Funkce:</w:t>
            </w:r>
          </w:p>
        </w:tc>
        <w:tc>
          <w:tcPr>
            <w:tcW w:w="4890" w:type="dxa"/>
            <w:vAlign w:val="center"/>
          </w:tcPr>
          <w:p w14:paraId="7E4B1EC9" w14:textId="77777777" w:rsidR="00690ED0" w:rsidRPr="00034484" w:rsidRDefault="00690ED0" w:rsidP="001E1209">
            <w:pPr>
              <w:outlineLvl w:val="3"/>
              <w:rPr>
                <w:bCs/>
              </w:rPr>
            </w:pPr>
          </w:p>
        </w:tc>
      </w:tr>
      <w:tr w:rsidR="00690ED0" w:rsidRPr="00034484" w14:paraId="4B204B15" w14:textId="77777777" w:rsidTr="001E1209">
        <w:tc>
          <w:tcPr>
            <w:tcW w:w="4889" w:type="dxa"/>
            <w:shd w:val="clear" w:color="auto" w:fill="FFBFBF" w:themeFill="accent6" w:themeFillTint="33"/>
            <w:vAlign w:val="center"/>
          </w:tcPr>
          <w:p w14:paraId="5FBC75FD" w14:textId="77777777" w:rsidR="00690ED0" w:rsidRPr="00034484" w:rsidRDefault="00690ED0" w:rsidP="001E1209">
            <w:pPr>
              <w:spacing w:after="60"/>
              <w:outlineLvl w:val="3"/>
              <w:rPr>
                <w:b/>
                <w:bCs/>
              </w:rPr>
            </w:pPr>
            <w:r w:rsidRPr="00034484">
              <w:rPr>
                <w:b/>
                <w:bCs/>
              </w:rPr>
              <w:t>Podpis vystavitele</w:t>
            </w:r>
          </w:p>
          <w:p w14:paraId="5C074EB7" w14:textId="77777777" w:rsidR="00690ED0" w:rsidRPr="00034484" w:rsidRDefault="00690ED0" w:rsidP="001E1209">
            <w:pPr>
              <w:spacing w:after="60"/>
              <w:outlineLvl w:val="3"/>
              <w:rPr>
                <w:b/>
                <w:bCs/>
              </w:rPr>
            </w:pPr>
          </w:p>
        </w:tc>
        <w:tc>
          <w:tcPr>
            <w:tcW w:w="4890" w:type="dxa"/>
            <w:vAlign w:val="center"/>
          </w:tcPr>
          <w:p w14:paraId="1F639A39" w14:textId="77777777" w:rsidR="00690ED0" w:rsidRPr="00034484" w:rsidRDefault="00690ED0" w:rsidP="001E1209">
            <w:pPr>
              <w:outlineLvl w:val="3"/>
              <w:rPr>
                <w:bCs/>
              </w:rPr>
            </w:pPr>
          </w:p>
        </w:tc>
      </w:tr>
      <w:tr w:rsidR="00690ED0" w:rsidRPr="00034484" w14:paraId="7E345D4F" w14:textId="77777777" w:rsidTr="001E1209">
        <w:tc>
          <w:tcPr>
            <w:tcW w:w="4889" w:type="dxa"/>
            <w:shd w:val="clear" w:color="auto" w:fill="FFBFBF" w:themeFill="accent6" w:themeFillTint="33"/>
            <w:vAlign w:val="center"/>
          </w:tcPr>
          <w:p w14:paraId="30ED3E52" w14:textId="77777777" w:rsidR="00690ED0" w:rsidRPr="00034484" w:rsidRDefault="00690ED0" w:rsidP="001E1209">
            <w:pPr>
              <w:spacing w:after="60"/>
              <w:outlineLvl w:val="3"/>
              <w:rPr>
                <w:b/>
                <w:bCs/>
              </w:rPr>
            </w:pPr>
            <w:r w:rsidRPr="00034484">
              <w:rPr>
                <w:b/>
                <w:bCs/>
              </w:rPr>
              <w:t>Datum vystavení osvědčení</w:t>
            </w:r>
          </w:p>
        </w:tc>
        <w:tc>
          <w:tcPr>
            <w:tcW w:w="4890" w:type="dxa"/>
            <w:vAlign w:val="center"/>
          </w:tcPr>
          <w:p w14:paraId="187C9387" w14:textId="77777777" w:rsidR="00690ED0" w:rsidRPr="00034484" w:rsidRDefault="00690ED0" w:rsidP="001E1209">
            <w:pPr>
              <w:outlineLvl w:val="3"/>
              <w:rPr>
                <w:bCs/>
              </w:rPr>
            </w:pPr>
          </w:p>
        </w:tc>
      </w:tr>
    </w:tbl>
    <w:p w14:paraId="39EC938A" w14:textId="77777777" w:rsidR="00690ED0" w:rsidRPr="00034484" w:rsidRDefault="00690ED0" w:rsidP="00690ED0">
      <w:pPr>
        <w:rPr>
          <w:bCs/>
        </w:rPr>
      </w:pPr>
    </w:p>
    <w:p w14:paraId="43E4E814" w14:textId="77777777" w:rsidR="00690ED0" w:rsidRPr="00A24674" w:rsidRDefault="00690ED0" w:rsidP="00690ED0">
      <w:pPr>
        <w:keepNext/>
        <w:spacing w:after="60"/>
        <w:jc w:val="both"/>
        <w:outlineLvl w:val="3"/>
        <w:rPr>
          <w:rFonts w:eastAsia="Times New Roman"/>
          <w:bCs/>
          <w:i/>
        </w:rPr>
      </w:pPr>
      <w:r w:rsidRPr="00034484">
        <w:rPr>
          <w:bCs/>
          <w:i/>
        </w:rPr>
        <w:t>* Je-li vzhledem k charakteru stavby relevantní.</w:t>
      </w:r>
    </w:p>
    <w:p w14:paraId="3FA82407" w14:textId="77777777" w:rsidR="00690ED0" w:rsidRPr="00A24674" w:rsidRDefault="00690ED0" w:rsidP="00690ED0">
      <w:pPr>
        <w:keepNext/>
        <w:spacing w:after="60"/>
        <w:jc w:val="both"/>
        <w:outlineLvl w:val="3"/>
        <w:rPr>
          <w:rFonts w:eastAsia="Times New Roman"/>
          <w:b/>
          <w:bCs/>
          <w:i/>
        </w:rPr>
      </w:pPr>
    </w:p>
    <w:p w14:paraId="307AF570" w14:textId="77777777" w:rsidR="00690ED0" w:rsidRPr="00A24674" w:rsidRDefault="00690ED0" w:rsidP="00690ED0">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8269BCE" w14:textId="77777777" w:rsidR="00690ED0" w:rsidRPr="00523A61" w:rsidRDefault="00690ED0" w:rsidP="00690ED0">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7C343108" w14:textId="77777777" w:rsidR="00690ED0" w:rsidRPr="009C476F" w:rsidRDefault="00690ED0" w:rsidP="00690ED0">
      <w:pPr>
        <w:pStyle w:val="Nadpis2-2"/>
        <w:numPr>
          <w:ilvl w:val="0"/>
          <w:numId w:val="0"/>
        </w:numPr>
        <w:ind w:left="737" w:hanging="737"/>
        <w:rPr>
          <w:rFonts w:eastAsia="Times New Roman"/>
          <w:b w:val="0"/>
          <w:bCs/>
          <w:i/>
        </w:rPr>
      </w:pPr>
      <w:r w:rsidRPr="00A24674">
        <w:rPr>
          <w:rFonts w:eastAsia="Times New Roman"/>
          <w:bCs/>
          <w:i/>
        </w:rPr>
        <w:t xml:space="preserve">Poznámka 3: </w:t>
      </w:r>
      <w:r w:rsidRPr="009C476F">
        <w:rPr>
          <w:rFonts w:eastAsia="Times New Roman"/>
          <w:b w:val="0"/>
          <w:bCs/>
          <w:i/>
        </w:rPr>
        <w:t>Všechny částky v Kč se uvedou v hodnotě bez DPH.</w:t>
      </w:r>
    </w:p>
    <w:p w14:paraId="794A0234" w14:textId="77777777" w:rsidR="00690ED0" w:rsidRDefault="00690ED0" w:rsidP="00690ED0">
      <w:pPr>
        <w:pStyle w:val="Text2-1"/>
        <w:numPr>
          <w:ilvl w:val="0"/>
          <w:numId w:val="0"/>
        </w:numPr>
        <w:ind w:left="737"/>
        <w:sectPr w:rsidR="00690ED0" w:rsidSect="00F13FDA">
          <w:footerReference w:type="even" r:id="rId35"/>
          <w:footerReference w:type="default" r:id="rId36"/>
          <w:pgSz w:w="11906" w:h="16838" w:code="9"/>
          <w:pgMar w:top="1077" w:right="1588" w:bottom="1474" w:left="1588" w:header="595" w:footer="624" w:gutter="0"/>
          <w:pgNumType w:start="1"/>
          <w:cols w:space="708"/>
          <w:docGrid w:linePitch="360"/>
        </w:sectPr>
      </w:pPr>
    </w:p>
    <w:p w14:paraId="2743804D" w14:textId="77777777" w:rsidR="00690ED0" w:rsidRDefault="00690ED0" w:rsidP="00690ED0">
      <w:pPr>
        <w:pStyle w:val="Textbezodsazen"/>
        <w:rPr>
          <w:b/>
          <w:sz w:val="22"/>
          <w:szCs w:val="22"/>
        </w:rPr>
      </w:pPr>
      <w:r w:rsidRPr="003751F1">
        <w:rPr>
          <w:b/>
          <w:caps/>
          <w:sz w:val="22"/>
          <w:szCs w:val="22"/>
        </w:rPr>
        <w:lastRenderedPageBreak/>
        <w:t>Příloha</w:t>
      </w:r>
      <w:r>
        <w:rPr>
          <w:b/>
          <w:sz w:val="22"/>
          <w:szCs w:val="22"/>
        </w:rPr>
        <w:t xml:space="preserve"> Č. 11</w:t>
      </w:r>
    </w:p>
    <w:p w14:paraId="639DC3BE" w14:textId="77777777" w:rsidR="00690ED0" w:rsidRDefault="00690ED0" w:rsidP="00690ED0">
      <w:pPr>
        <w:pStyle w:val="Textbezodsazen"/>
        <w:rPr>
          <w:b/>
          <w:sz w:val="20"/>
          <w:szCs w:val="20"/>
          <w:lang w:eastAsia="cs-CZ"/>
        </w:rPr>
      </w:pPr>
      <w:r w:rsidRPr="00A812C8">
        <w:rPr>
          <w:b/>
          <w:sz w:val="20"/>
          <w:szCs w:val="20"/>
          <w:lang w:eastAsia="cs-CZ"/>
        </w:rPr>
        <w:t>Čestné prohlášení o splnění podmínek v souvislosti se situací na Ukrajině</w:t>
      </w:r>
    </w:p>
    <w:p w14:paraId="366B2B96" w14:textId="77777777" w:rsidR="00690ED0" w:rsidRPr="00FA4C65" w:rsidRDefault="00690ED0" w:rsidP="00690ED0">
      <w:pPr>
        <w:pStyle w:val="Text1-1"/>
        <w:numPr>
          <w:ilvl w:val="0"/>
          <w:numId w:val="0"/>
        </w:numPr>
        <w:ind w:left="737" w:hanging="737"/>
      </w:pPr>
      <w:r w:rsidRPr="00FA4C65">
        <w:t xml:space="preserve">Zhotovitel prohlašuje, že: </w:t>
      </w:r>
    </w:p>
    <w:p w14:paraId="4873F1FB" w14:textId="77777777" w:rsidR="00690ED0" w:rsidRPr="00FA4C65" w:rsidRDefault="00690ED0" w:rsidP="00690ED0">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31717E1" w14:textId="77777777" w:rsidR="00690ED0" w:rsidRPr="00FA4C65" w:rsidRDefault="00690ED0" w:rsidP="00690ED0">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7FBE994" w14:textId="77777777" w:rsidR="00690ED0" w:rsidRPr="00FA4C65" w:rsidRDefault="00690ED0" w:rsidP="00690ED0">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263CC09D" w14:textId="77777777" w:rsidR="00690ED0" w:rsidRPr="00FA4C65" w:rsidRDefault="00690ED0" w:rsidP="00690ED0">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03B60574" w14:textId="77777777" w:rsidR="00690ED0" w:rsidRPr="00FA4C65" w:rsidRDefault="00690ED0" w:rsidP="00690ED0">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8FBF261" w14:textId="77777777" w:rsidR="00690ED0" w:rsidRDefault="00690ED0" w:rsidP="00690ED0">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48E58C3" w14:textId="21770D80" w:rsidR="00690ED0" w:rsidRDefault="00690ED0" w:rsidP="00690ED0">
      <w:pPr>
        <w:pStyle w:val="Text2-1"/>
        <w:numPr>
          <w:ilvl w:val="0"/>
          <w:numId w:val="0"/>
        </w:numPr>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6F4DBE31" w14:textId="77777777" w:rsidR="00AC6943" w:rsidRPr="009D3EF6" w:rsidRDefault="00AC6943" w:rsidP="00690ED0">
      <w:pPr>
        <w:pStyle w:val="Text2-1"/>
        <w:numPr>
          <w:ilvl w:val="0"/>
          <w:numId w:val="0"/>
        </w:numPr>
        <w:ind w:left="426" w:hanging="426"/>
      </w:pPr>
    </w:p>
    <w:sectPr w:rsidR="00AC6943" w:rsidRPr="009D3EF6"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C8094D" w16cid:durableId="27690EE4"/>
  <w16cid:commentId w16cid:paraId="1B64BA91" w16cid:durableId="27691230"/>
  <w16cid:commentId w16cid:paraId="13C4A750" w16cid:durableId="276910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2D798" w14:textId="77777777" w:rsidR="008C0755" w:rsidRDefault="008C0755" w:rsidP="00962258">
      <w:pPr>
        <w:spacing w:after="0" w:line="240" w:lineRule="auto"/>
      </w:pPr>
      <w:r>
        <w:separator/>
      </w:r>
    </w:p>
  </w:endnote>
  <w:endnote w:type="continuationSeparator" w:id="0">
    <w:p w14:paraId="7A594BBC" w14:textId="77777777" w:rsidR="008C0755" w:rsidRDefault="008C07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80000000" w:usb2="00000008"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A0002AEF" w:usb1="4000207B"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55FE" w:rsidRPr="003462EB" w14:paraId="1240A483" w14:textId="77777777" w:rsidTr="00F13FDA">
      <w:tc>
        <w:tcPr>
          <w:tcW w:w="1021" w:type="dxa"/>
          <w:vAlign w:val="bottom"/>
        </w:tcPr>
        <w:p w14:paraId="151E8C0E" w14:textId="629DB1FC" w:rsidR="00C355FE" w:rsidRPr="00B8518B" w:rsidRDefault="00C355F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B7C">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C355FE" w:rsidRDefault="00C355FE" w:rsidP="00F13FDA">
          <w:pPr>
            <w:pStyle w:val="Zpatvlevo"/>
          </w:pPr>
          <w:r w:rsidRPr="00B41CFD">
            <w:t>Smlouva o dílo</w:t>
          </w:r>
        </w:p>
        <w:p w14:paraId="36D7DCDC" w14:textId="77777777" w:rsidR="00C355FE" w:rsidRPr="003462EB" w:rsidRDefault="00C355FE" w:rsidP="00F13FDA">
          <w:pPr>
            <w:pStyle w:val="Zpatvlevo"/>
          </w:pPr>
          <w:r w:rsidRPr="00B41CFD">
            <w:t>Zhotovení stavby</w:t>
          </w:r>
        </w:p>
      </w:tc>
    </w:tr>
  </w:tbl>
  <w:p w14:paraId="54F3FF18" w14:textId="77777777" w:rsidR="00C355FE" w:rsidRPr="00F13FDA" w:rsidRDefault="00C355F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55FE" w:rsidRPr="003462EB" w14:paraId="3C3BD90F" w14:textId="77777777" w:rsidTr="00F13FDA">
      <w:tc>
        <w:tcPr>
          <w:tcW w:w="1021" w:type="dxa"/>
          <w:vAlign w:val="bottom"/>
        </w:tcPr>
        <w:p w14:paraId="607075DB" w14:textId="77777777" w:rsidR="00C355FE" w:rsidRPr="00B8518B" w:rsidRDefault="00C355F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C355FE" w:rsidRPr="00DD4862" w:rsidRDefault="00C355FE" w:rsidP="00F13FDA">
          <w:pPr>
            <w:pStyle w:val="Zpatvlevo"/>
            <w:rPr>
              <w:b/>
            </w:rPr>
          </w:pPr>
          <w:r>
            <w:rPr>
              <w:b/>
            </w:rPr>
            <w:t>Příloha č. 4</w:t>
          </w:r>
        </w:p>
        <w:p w14:paraId="4F45CE3F" w14:textId="77777777" w:rsidR="00C355FE" w:rsidRDefault="00C355FE" w:rsidP="00F13FDA">
          <w:pPr>
            <w:pStyle w:val="Zpatvlevo"/>
          </w:pPr>
          <w:r w:rsidRPr="00B41CFD">
            <w:t>Smlouva o dílo</w:t>
          </w:r>
        </w:p>
        <w:p w14:paraId="44062EBD" w14:textId="77777777" w:rsidR="00C355FE" w:rsidRPr="003462EB" w:rsidRDefault="00C355FE" w:rsidP="00F13FDA">
          <w:pPr>
            <w:pStyle w:val="Zpatvlevo"/>
          </w:pPr>
          <w:r w:rsidRPr="00B41CFD">
            <w:t>Zhotovení stavby</w:t>
          </w:r>
        </w:p>
      </w:tc>
    </w:tr>
  </w:tbl>
  <w:p w14:paraId="5F02EA77" w14:textId="77777777" w:rsidR="00C355FE" w:rsidRPr="00F13FDA" w:rsidRDefault="00C355F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55FE" w:rsidRPr="009E09BE" w14:paraId="140825AC" w14:textId="77777777" w:rsidTr="00A0271B">
      <w:tc>
        <w:tcPr>
          <w:tcW w:w="0" w:type="auto"/>
          <w:tcMar>
            <w:left w:w="0" w:type="dxa"/>
            <w:right w:w="0" w:type="dxa"/>
          </w:tcMar>
          <w:vAlign w:val="bottom"/>
        </w:tcPr>
        <w:p w14:paraId="5C3D2E8D" w14:textId="77777777" w:rsidR="00C355FE" w:rsidRPr="00DD4862" w:rsidRDefault="00C355FE" w:rsidP="00A0271B">
          <w:pPr>
            <w:pStyle w:val="Zpatvpravo"/>
            <w:rPr>
              <w:b/>
            </w:rPr>
          </w:pPr>
          <w:r w:rsidRPr="00DD4862">
            <w:rPr>
              <w:b/>
            </w:rPr>
            <w:t xml:space="preserve">Příloha č. </w:t>
          </w:r>
          <w:r>
            <w:rPr>
              <w:b/>
            </w:rPr>
            <w:t>4</w:t>
          </w:r>
        </w:p>
        <w:p w14:paraId="322FB8B5" w14:textId="77777777" w:rsidR="00C355FE" w:rsidRPr="003462EB" w:rsidRDefault="00C355FE" w:rsidP="00A0271B">
          <w:pPr>
            <w:pStyle w:val="Zpatvpravo"/>
          </w:pPr>
          <w:r>
            <w:t>Smlouva o dílo</w:t>
          </w:r>
        </w:p>
        <w:p w14:paraId="6BCDB74A" w14:textId="77777777" w:rsidR="00C355FE" w:rsidRPr="003462EB" w:rsidRDefault="00C355FE" w:rsidP="00A0271B">
          <w:pPr>
            <w:pStyle w:val="Zpatvpravo"/>
            <w:rPr>
              <w:rStyle w:val="slostrnky"/>
              <w:b w:val="0"/>
              <w:color w:val="auto"/>
              <w:sz w:val="12"/>
            </w:rPr>
          </w:pPr>
          <w:r w:rsidRPr="003462EB">
            <w:t xml:space="preserve">Zhotovení stavby </w:t>
          </w:r>
        </w:p>
      </w:tc>
      <w:tc>
        <w:tcPr>
          <w:tcW w:w="1021" w:type="dxa"/>
          <w:vAlign w:val="bottom"/>
        </w:tcPr>
        <w:p w14:paraId="4DFD9349" w14:textId="3D9E8D9E" w:rsidR="00C355FE" w:rsidRPr="009E09BE" w:rsidRDefault="00C355F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B7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7B7C">
            <w:rPr>
              <w:rStyle w:val="slostrnky"/>
              <w:noProof/>
            </w:rPr>
            <w:t>1</w:t>
          </w:r>
          <w:r>
            <w:rPr>
              <w:rStyle w:val="slostrnky"/>
            </w:rPr>
            <w:fldChar w:fldCharType="end"/>
          </w:r>
        </w:p>
      </w:tc>
    </w:tr>
  </w:tbl>
  <w:p w14:paraId="1799FC45" w14:textId="77777777" w:rsidR="00C355FE" w:rsidRPr="00B8518B" w:rsidRDefault="00C355F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1021"/>
      <w:gridCol w:w="7711"/>
    </w:tblGrid>
    <w:tr w:rsidR="006B352A" w:rsidRPr="003462EB" w14:paraId="324A3DF3" w14:textId="77777777" w:rsidTr="00792C97">
      <w:tc>
        <w:tcPr>
          <w:tcW w:w="1021" w:type="dxa"/>
          <w:vAlign w:val="bottom"/>
        </w:tcPr>
        <w:p w14:paraId="6849F3BC" w14:textId="6684D60D" w:rsidR="006B352A" w:rsidRDefault="006B352A" w:rsidP="006B352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B7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7B7C">
            <w:rPr>
              <w:rStyle w:val="slostrnky"/>
              <w:noProof/>
            </w:rPr>
            <w:t>3</w:t>
          </w:r>
          <w:r>
            <w:rPr>
              <w:rStyle w:val="slostrnky"/>
            </w:rPr>
            <w:fldChar w:fldCharType="end"/>
          </w:r>
        </w:p>
      </w:tc>
      <w:tc>
        <w:tcPr>
          <w:tcW w:w="1021" w:type="dxa"/>
          <w:vAlign w:val="bottom"/>
        </w:tcPr>
        <w:tbl>
          <w:tblPr>
            <w:tblStyle w:val="Mkatabulky"/>
            <w:tblpPr w:leftFromText="141" w:rightFromText="141" w:vertAnchor="text" w:horzAnchor="page" w:tblpX="493" w:tblpY="-449"/>
            <w:tblOverlap w:val="never"/>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627"/>
            <w:gridCol w:w="1105"/>
          </w:tblGrid>
          <w:tr w:rsidR="006B352A" w:rsidRPr="009E09BE" w14:paraId="26A473E4" w14:textId="77777777" w:rsidTr="006B352A">
            <w:tc>
              <w:tcPr>
                <w:tcW w:w="7627" w:type="dxa"/>
                <w:tcMar>
                  <w:left w:w="0" w:type="dxa"/>
                  <w:right w:w="0" w:type="dxa"/>
                </w:tcMar>
                <w:vAlign w:val="bottom"/>
              </w:tcPr>
              <w:p w14:paraId="688A4B94" w14:textId="77777777" w:rsidR="006B352A" w:rsidRPr="00DD4862" w:rsidRDefault="006B352A" w:rsidP="006B352A">
                <w:pPr>
                  <w:pStyle w:val="Zpatvpravo"/>
                  <w:jc w:val="left"/>
                  <w:rPr>
                    <w:b/>
                  </w:rPr>
                </w:pPr>
                <w:r w:rsidRPr="00DD4862">
                  <w:rPr>
                    <w:b/>
                  </w:rPr>
                  <w:t xml:space="preserve">Příloha č. </w:t>
                </w:r>
                <w:r>
                  <w:rPr>
                    <w:b/>
                  </w:rPr>
                  <w:t>6</w:t>
                </w:r>
              </w:p>
              <w:p w14:paraId="1C825DFC" w14:textId="77777777" w:rsidR="006B352A" w:rsidRPr="003462EB" w:rsidRDefault="006B352A" w:rsidP="006B352A">
                <w:pPr>
                  <w:pStyle w:val="Zpatvpravo"/>
                  <w:jc w:val="left"/>
                </w:pPr>
                <w:r>
                  <w:t>Smlouva o dílo</w:t>
                </w:r>
              </w:p>
              <w:p w14:paraId="505C51A1" w14:textId="77777777" w:rsidR="006B352A" w:rsidRPr="003462EB" w:rsidRDefault="006B352A" w:rsidP="006B352A">
                <w:pPr>
                  <w:pStyle w:val="Zpatvpravo"/>
                  <w:jc w:val="left"/>
                  <w:rPr>
                    <w:rStyle w:val="slostrnky"/>
                    <w:b w:val="0"/>
                    <w:color w:val="auto"/>
                    <w:sz w:val="12"/>
                  </w:rPr>
                </w:pPr>
                <w:r w:rsidRPr="003462EB">
                  <w:t xml:space="preserve">Zhotovení stavby </w:t>
                </w:r>
              </w:p>
            </w:tc>
            <w:tc>
              <w:tcPr>
                <w:tcW w:w="1105" w:type="dxa"/>
                <w:vAlign w:val="bottom"/>
              </w:tcPr>
              <w:p w14:paraId="00B47977" w14:textId="1F27F6F1" w:rsidR="006B352A" w:rsidRPr="009E09BE" w:rsidRDefault="006B352A" w:rsidP="006B352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B7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7B7C">
                  <w:rPr>
                    <w:rStyle w:val="slostrnky"/>
                    <w:noProof/>
                  </w:rPr>
                  <w:t>3</w:t>
                </w:r>
                <w:r>
                  <w:rPr>
                    <w:rStyle w:val="slostrnky"/>
                  </w:rPr>
                  <w:fldChar w:fldCharType="end"/>
                </w:r>
              </w:p>
            </w:tc>
          </w:tr>
        </w:tbl>
        <w:p w14:paraId="1D3932C5" w14:textId="4ED236D9" w:rsidR="006B352A" w:rsidRPr="00B8518B" w:rsidRDefault="006B352A" w:rsidP="006B352A">
          <w:pPr>
            <w:pStyle w:val="Zpat"/>
            <w:rPr>
              <w:rStyle w:val="slostrnky"/>
            </w:rPr>
          </w:pPr>
        </w:p>
      </w:tc>
      <w:tc>
        <w:tcPr>
          <w:tcW w:w="0" w:type="auto"/>
          <w:vAlign w:val="bottom"/>
        </w:tcPr>
        <w:p w14:paraId="03B71EED" w14:textId="77777777" w:rsidR="006B352A" w:rsidRPr="00B8518B" w:rsidRDefault="006B352A" w:rsidP="006B352A">
          <w:pPr>
            <w:pStyle w:val="Zpat"/>
            <w:rPr>
              <w:sz w:val="2"/>
              <w:szCs w:val="2"/>
            </w:rPr>
          </w:pPr>
        </w:p>
        <w:p w14:paraId="3CE18223" w14:textId="27B980CF" w:rsidR="006B352A" w:rsidRPr="003462EB" w:rsidRDefault="006B352A" w:rsidP="006B352A">
          <w:pPr>
            <w:pStyle w:val="Zpatvlevo"/>
          </w:pPr>
        </w:p>
      </w:tc>
    </w:tr>
  </w:tbl>
  <w:p w14:paraId="653766D2" w14:textId="77777777" w:rsidR="00C355FE" w:rsidRPr="00F13FDA" w:rsidRDefault="00C355F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55FE" w:rsidRPr="009E09BE" w14:paraId="4CAC0333" w14:textId="77777777" w:rsidTr="00A0271B">
      <w:tc>
        <w:tcPr>
          <w:tcW w:w="0" w:type="auto"/>
          <w:tcMar>
            <w:left w:w="0" w:type="dxa"/>
            <w:right w:w="0" w:type="dxa"/>
          </w:tcMar>
          <w:vAlign w:val="bottom"/>
        </w:tcPr>
        <w:p w14:paraId="0A2FA09E" w14:textId="77777777" w:rsidR="00C355FE" w:rsidRPr="00DD4862" w:rsidRDefault="00C355FE" w:rsidP="00A0271B">
          <w:pPr>
            <w:pStyle w:val="Zpatvpravo"/>
            <w:rPr>
              <w:b/>
            </w:rPr>
          </w:pPr>
          <w:r w:rsidRPr="00DD4862">
            <w:rPr>
              <w:b/>
            </w:rPr>
            <w:t xml:space="preserve">Příloha č. </w:t>
          </w:r>
          <w:r>
            <w:rPr>
              <w:b/>
            </w:rPr>
            <w:t>5</w:t>
          </w:r>
        </w:p>
        <w:p w14:paraId="60317C27" w14:textId="77777777" w:rsidR="00C355FE" w:rsidRPr="003462EB" w:rsidRDefault="00C355FE" w:rsidP="00A0271B">
          <w:pPr>
            <w:pStyle w:val="Zpatvpravo"/>
          </w:pPr>
          <w:r>
            <w:t>Smlouva o dílo</w:t>
          </w:r>
        </w:p>
        <w:p w14:paraId="6574CB31" w14:textId="77777777" w:rsidR="00C355FE" w:rsidRPr="003462EB" w:rsidRDefault="00C355FE" w:rsidP="00A0271B">
          <w:pPr>
            <w:pStyle w:val="Zpatvpravo"/>
            <w:rPr>
              <w:rStyle w:val="slostrnky"/>
              <w:b w:val="0"/>
              <w:color w:val="auto"/>
              <w:sz w:val="12"/>
            </w:rPr>
          </w:pPr>
          <w:r w:rsidRPr="003462EB">
            <w:t xml:space="preserve">Zhotovení stavby </w:t>
          </w:r>
        </w:p>
      </w:tc>
      <w:tc>
        <w:tcPr>
          <w:tcW w:w="1021" w:type="dxa"/>
          <w:vAlign w:val="bottom"/>
        </w:tcPr>
        <w:p w14:paraId="4CA40DA3" w14:textId="24036F3A" w:rsidR="00C355FE" w:rsidRPr="009E09BE" w:rsidRDefault="00C355F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B7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7B7C">
            <w:rPr>
              <w:rStyle w:val="slostrnky"/>
              <w:noProof/>
            </w:rPr>
            <w:t>1</w:t>
          </w:r>
          <w:r>
            <w:rPr>
              <w:rStyle w:val="slostrnky"/>
            </w:rPr>
            <w:fldChar w:fldCharType="end"/>
          </w:r>
        </w:p>
      </w:tc>
    </w:tr>
  </w:tbl>
  <w:p w14:paraId="7E03A553" w14:textId="77777777" w:rsidR="00C355FE" w:rsidRPr="00B8518B" w:rsidRDefault="00C355F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6B352A" w:rsidRPr="009E09BE" w14:paraId="74AEEE82" w14:textId="77777777" w:rsidTr="00A16527">
      <w:tc>
        <w:tcPr>
          <w:tcW w:w="0" w:type="auto"/>
          <w:tcMar>
            <w:left w:w="0" w:type="dxa"/>
            <w:right w:w="0" w:type="dxa"/>
          </w:tcMar>
          <w:vAlign w:val="bottom"/>
        </w:tcPr>
        <w:p w14:paraId="301FA9BC" w14:textId="7205C1C3" w:rsidR="006B352A" w:rsidRPr="00DD4862" w:rsidRDefault="006B352A" w:rsidP="006B352A">
          <w:pPr>
            <w:pStyle w:val="Zpatvpravo"/>
            <w:rPr>
              <w:b/>
            </w:rPr>
          </w:pPr>
          <w:r w:rsidRPr="00DD4862">
            <w:rPr>
              <w:b/>
            </w:rPr>
            <w:t>Příloha č.</w:t>
          </w:r>
          <w:r w:rsidR="00AC6943">
            <w:rPr>
              <w:b/>
            </w:rPr>
            <w:t xml:space="preserve"> 6</w:t>
          </w:r>
          <w:r w:rsidRPr="00DD4862">
            <w:rPr>
              <w:b/>
            </w:rPr>
            <w:t xml:space="preserve"> </w:t>
          </w:r>
        </w:p>
        <w:p w14:paraId="49BF666A" w14:textId="77777777" w:rsidR="006B352A" w:rsidRPr="003462EB" w:rsidRDefault="006B352A" w:rsidP="006B352A">
          <w:pPr>
            <w:pStyle w:val="Zpatvpravo"/>
          </w:pPr>
          <w:r>
            <w:t>Smlouva o dílo</w:t>
          </w:r>
        </w:p>
        <w:p w14:paraId="4EC8D789" w14:textId="77777777" w:rsidR="006B352A" w:rsidRPr="003462EB" w:rsidRDefault="006B352A" w:rsidP="006B352A">
          <w:pPr>
            <w:pStyle w:val="Zpatvpravo"/>
            <w:rPr>
              <w:rStyle w:val="slostrnky"/>
              <w:b w:val="0"/>
              <w:color w:val="auto"/>
              <w:sz w:val="12"/>
            </w:rPr>
          </w:pPr>
          <w:r w:rsidRPr="003462EB">
            <w:t xml:space="preserve">Zhotovení stavby </w:t>
          </w:r>
        </w:p>
      </w:tc>
      <w:tc>
        <w:tcPr>
          <w:tcW w:w="1021" w:type="dxa"/>
          <w:vAlign w:val="bottom"/>
        </w:tcPr>
        <w:p w14:paraId="324A79AE" w14:textId="3D05DD72" w:rsidR="006B352A" w:rsidRDefault="006B352A" w:rsidP="006B352A">
          <w:pPr>
            <w:pStyle w:val="Zpatvpravo"/>
            <w:jc w:val="center"/>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B7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7B7C">
            <w:rPr>
              <w:rStyle w:val="slostrnky"/>
              <w:noProof/>
            </w:rPr>
            <w:t>3</w:t>
          </w:r>
          <w:r>
            <w:rPr>
              <w:rStyle w:val="slostrnky"/>
            </w:rPr>
            <w:fldChar w:fldCharType="end"/>
          </w:r>
        </w:p>
      </w:tc>
      <w:tc>
        <w:tcPr>
          <w:tcW w:w="1021" w:type="dxa"/>
          <w:vAlign w:val="bottom"/>
        </w:tcPr>
        <w:p w14:paraId="0A01733F" w14:textId="7A97CE2D" w:rsidR="006B352A" w:rsidRPr="009E09BE" w:rsidRDefault="006B352A" w:rsidP="006B352A">
          <w:pPr>
            <w:pStyle w:val="Zpatvpravo"/>
            <w:jc w:val="left"/>
          </w:pPr>
        </w:p>
      </w:tc>
    </w:tr>
  </w:tbl>
  <w:p w14:paraId="7600DB06" w14:textId="588C6EAA" w:rsidR="00C355FE" w:rsidRPr="00B8518B" w:rsidRDefault="00C355FE" w:rsidP="00805473">
    <w:pPr>
      <w:pStyle w:val="Zpat"/>
      <w:rPr>
        <w:sz w:val="2"/>
        <w:szCs w:val="2"/>
      </w:rPr>
    </w:pPr>
    <w:r>
      <w:rPr>
        <w:sz w:val="2"/>
        <w:szCs w:val="2"/>
      </w:rPr>
      <w:t>4</w:t>
    </w:r>
  </w:p>
  <w:p w14:paraId="4530899C" w14:textId="77777777" w:rsidR="00C355FE" w:rsidRPr="00805473" w:rsidRDefault="00C355FE" w:rsidP="00805473">
    <w:pPr>
      <w:pStyle w:val="Zpat"/>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AC6943" w:rsidRPr="009E09BE" w14:paraId="76FF9772" w14:textId="77777777" w:rsidTr="00A16527">
      <w:tc>
        <w:tcPr>
          <w:tcW w:w="0" w:type="auto"/>
          <w:tcMar>
            <w:left w:w="0" w:type="dxa"/>
            <w:right w:w="0" w:type="dxa"/>
          </w:tcMar>
          <w:vAlign w:val="bottom"/>
        </w:tcPr>
        <w:p w14:paraId="197B7783" w14:textId="79979694" w:rsidR="00AC6943" w:rsidRPr="00DD4862" w:rsidRDefault="00AC6943" w:rsidP="006B352A">
          <w:pPr>
            <w:pStyle w:val="Zpatvpravo"/>
            <w:rPr>
              <w:b/>
            </w:rPr>
          </w:pPr>
          <w:r w:rsidRPr="00DD4862">
            <w:rPr>
              <w:b/>
            </w:rPr>
            <w:t>Příloha č.</w:t>
          </w:r>
          <w:r>
            <w:rPr>
              <w:b/>
            </w:rPr>
            <w:t xml:space="preserve"> 7</w:t>
          </w:r>
          <w:r w:rsidRPr="00DD4862">
            <w:rPr>
              <w:b/>
            </w:rPr>
            <w:t xml:space="preserve"> </w:t>
          </w:r>
        </w:p>
        <w:p w14:paraId="30A49B02" w14:textId="77777777" w:rsidR="00AC6943" w:rsidRPr="003462EB" w:rsidRDefault="00AC6943" w:rsidP="006B352A">
          <w:pPr>
            <w:pStyle w:val="Zpatvpravo"/>
          </w:pPr>
          <w:r>
            <w:t>Smlouva o dílo</w:t>
          </w:r>
        </w:p>
        <w:p w14:paraId="35DB5AF8" w14:textId="77777777" w:rsidR="00AC6943" w:rsidRPr="003462EB" w:rsidRDefault="00AC6943" w:rsidP="006B352A">
          <w:pPr>
            <w:pStyle w:val="Zpatvpravo"/>
            <w:rPr>
              <w:rStyle w:val="slostrnky"/>
              <w:b w:val="0"/>
              <w:color w:val="auto"/>
              <w:sz w:val="12"/>
            </w:rPr>
          </w:pPr>
          <w:r w:rsidRPr="003462EB">
            <w:t xml:space="preserve">Zhotovení stavby </w:t>
          </w:r>
        </w:p>
      </w:tc>
      <w:tc>
        <w:tcPr>
          <w:tcW w:w="1021" w:type="dxa"/>
          <w:vAlign w:val="bottom"/>
        </w:tcPr>
        <w:p w14:paraId="3B3D9B42" w14:textId="31C2FA40" w:rsidR="00AC6943" w:rsidRDefault="00AC6943" w:rsidP="006B352A">
          <w:pPr>
            <w:pStyle w:val="Zpatvpravo"/>
            <w:jc w:val="center"/>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B7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7B7C">
            <w:rPr>
              <w:rStyle w:val="slostrnky"/>
              <w:noProof/>
            </w:rPr>
            <w:t>1</w:t>
          </w:r>
          <w:r>
            <w:rPr>
              <w:rStyle w:val="slostrnky"/>
            </w:rPr>
            <w:fldChar w:fldCharType="end"/>
          </w:r>
        </w:p>
      </w:tc>
      <w:tc>
        <w:tcPr>
          <w:tcW w:w="1021" w:type="dxa"/>
          <w:vAlign w:val="bottom"/>
        </w:tcPr>
        <w:p w14:paraId="457A1189" w14:textId="77777777" w:rsidR="00AC6943" w:rsidRPr="009E09BE" w:rsidRDefault="00AC6943" w:rsidP="006B352A">
          <w:pPr>
            <w:pStyle w:val="Zpatvpravo"/>
            <w:jc w:val="left"/>
          </w:pPr>
        </w:p>
      </w:tc>
    </w:tr>
  </w:tbl>
  <w:p w14:paraId="4661F915" w14:textId="77777777" w:rsidR="00AC6943" w:rsidRPr="00B8518B" w:rsidRDefault="00AC6943" w:rsidP="00805473">
    <w:pPr>
      <w:pStyle w:val="Zpat"/>
      <w:rPr>
        <w:sz w:val="2"/>
        <w:szCs w:val="2"/>
      </w:rPr>
    </w:pPr>
    <w:r>
      <w:rPr>
        <w:sz w:val="2"/>
        <w:szCs w:val="2"/>
      </w:rPr>
      <w:t>4</w:t>
    </w:r>
  </w:p>
  <w:p w14:paraId="379D8075" w14:textId="77777777" w:rsidR="00AC6943" w:rsidRPr="00805473" w:rsidRDefault="00AC6943" w:rsidP="00805473">
    <w:pPr>
      <w:pStyle w:val="Zpat"/>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AC6943" w:rsidRPr="009E09BE" w14:paraId="0A2443A4" w14:textId="77777777" w:rsidTr="00A16527">
      <w:tc>
        <w:tcPr>
          <w:tcW w:w="0" w:type="auto"/>
          <w:tcMar>
            <w:left w:w="0" w:type="dxa"/>
            <w:right w:w="0" w:type="dxa"/>
          </w:tcMar>
          <w:vAlign w:val="bottom"/>
        </w:tcPr>
        <w:p w14:paraId="27F1ABD1" w14:textId="5CE7FA84" w:rsidR="00AC6943" w:rsidRPr="00DD4862" w:rsidRDefault="00AC6943" w:rsidP="006B352A">
          <w:pPr>
            <w:pStyle w:val="Zpatvpravo"/>
            <w:rPr>
              <w:b/>
            </w:rPr>
          </w:pPr>
          <w:r w:rsidRPr="00DD4862">
            <w:rPr>
              <w:b/>
            </w:rPr>
            <w:t>Příloha č.</w:t>
          </w:r>
          <w:r>
            <w:rPr>
              <w:b/>
            </w:rPr>
            <w:t xml:space="preserve"> 8</w:t>
          </w:r>
          <w:r w:rsidRPr="00DD4862">
            <w:rPr>
              <w:b/>
            </w:rPr>
            <w:t xml:space="preserve"> </w:t>
          </w:r>
        </w:p>
        <w:p w14:paraId="7D592CB7" w14:textId="77777777" w:rsidR="00AC6943" w:rsidRPr="003462EB" w:rsidRDefault="00AC6943" w:rsidP="006B352A">
          <w:pPr>
            <w:pStyle w:val="Zpatvpravo"/>
          </w:pPr>
          <w:r>
            <w:t>Smlouva o dílo</w:t>
          </w:r>
        </w:p>
        <w:p w14:paraId="611566BC" w14:textId="77777777" w:rsidR="00AC6943" w:rsidRPr="003462EB" w:rsidRDefault="00AC6943" w:rsidP="006B352A">
          <w:pPr>
            <w:pStyle w:val="Zpatvpravo"/>
            <w:rPr>
              <w:rStyle w:val="slostrnky"/>
              <w:b w:val="0"/>
              <w:color w:val="auto"/>
              <w:sz w:val="12"/>
            </w:rPr>
          </w:pPr>
          <w:r w:rsidRPr="003462EB">
            <w:t xml:space="preserve">Zhotovení stavby </w:t>
          </w:r>
        </w:p>
      </w:tc>
      <w:tc>
        <w:tcPr>
          <w:tcW w:w="1021" w:type="dxa"/>
          <w:vAlign w:val="bottom"/>
        </w:tcPr>
        <w:p w14:paraId="0D1316B0" w14:textId="5F657628" w:rsidR="00AC6943" w:rsidRDefault="00AC6943" w:rsidP="006B352A">
          <w:pPr>
            <w:pStyle w:val="Zpatvpravo"/>
            <w:jc w:val="center"/>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B7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7B7C">
            <w:rPr>
              <w:rStyle w:val="slostrnky"/>
              <w:noProof/>
            </w:rPr>
            <w:t>1</w:t>
          </w:r>
          <w:r>
            <w:rPr>
              <w:rStyle w:val="slostrnky"/>
            </w:rPr>
            <w:fldChar w:fldCharType="end"/>
          </w:r>
        </w:p>
      </w:tc>
      <w:tc>
        <w:tcPr>
          <w:tcW w:w="1021" w:type="dxa"/>
          <w:vAlign w:val="bottom"/>
        </w:tcPr>
        <w:p w14:paraId="305A0FFE" w14:textId="77777777" w:rsidR="00AC6943" w:rsidRPr="009E09BE" w:rsidRDefault="00AC6943" w:rsidP="006B352A">
          <w:pPr>
            <w:pStyle w:val="Zpatvpravo"/>
            <w:jc w:val="left"/>
          </w:pPr>
        </w:p>
      </w:tc>
    </w:tr>
  </w:tbl>
  <w:p w14:paraId="2C439F2E" w14:textId="77777777" w:rsidR="00AC6943" w:rsidRPr="00B8518B" w:rsidRDefault="00AC6943" w:rsidP="00805473">
    <w:pPr>
      <w:pStyle w:val="Zpat"/>
      <w:rPr>
        <w:sz w:val="2"/>
        <w:szCs w:val="2"/>
      </w:rPr>
    </w:pPr>
    <w:r>
      <w:rPr>
        <w:sz w:val="2"/>
        <w:szCs w:val="2"/>
      </w:rPr>
      <w:t>4</w:t>
    </w:r>
  </w:p>
  <w:p w14:paraId="393E6ED2" w14:textId="77777777" w:rsidR="00AC6943" w:rsidRPr="00805473" w:rsidRDefault="00AC6943" w:rsidP="00805473">
    <w:pPr>
      <w:pStyle w:val="Zpat"/>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AC6943" w:rsidRPr="009E09BE" w14:paraId="16B72832" w14:textId="77777777" w:rsidTr="00A16527">
      <w:tc>
        <w:tcPr>
          <w:tcW w:w="0" w:type="auto"/>
          <w:tcMar>
            <w:left w:w="0" w:type="dxa"/>
            <w:right w:w="0" w:type="dxa"/>
          </w:tcMar>
          <w:vAlign w:val="bottom"/>
        </w:tcPr>
        <w:p w14:paraId="35B94508" w14:textId="77777777" w:rsidR="00AC6943" w:rsidRPr="00DD4862" w:rsidRDefault="00AC6943" w:rsidP="006B352A">
          <w:pPr>
            <w:pStyle w:val="Zpatvpravo"/>
            <w:rPr>
              <w:b/>
            </w:rPr>
          </w:pPr>
          <w:r w:rsidRPr="00DD4862">
            <w:rPr>
              <w:b/>
            </w:rPr>
            <w:t>Příloha č.</w:t>
          </w:r>
          <w:r>
            <w:rPr>
              <w:b/>
            </w:rPr>
            <w:t xml:space="preserve"> 9</w:t>
          </w:r>
          <w:r w:rsidRPr="00DD4862">
            <w:rPr>
              <w:b/>
            </w:rPr>
            <w:t xml:space="preserve"> </w:t>
          </w:r>
        </w:p>
        <w:p w14:paraId="1F9A228B" w14:textId="77777777" w:rsidR="00AC6943" w:rsidRPr="003462EB" w:rsidRDefault="00AC6943" w:rsidP="006B352A">
          <w:pPr>
            <w:pStyle w:val="Zpatvpravo"/>
          </w:pPr>
          <w:r>
            <w:t>Smlouva o dílo</w:t>
          </w:r>
        </w:p>
        <w:p w14:paraId="772BF1C7" w14:textId="77777777" w:rsidR="00AC6943" w:rsidRPr="003462EB" w:rsidRDefault="00AC6943" w:rsidP="006B352A">
          <w:pPr>
            <w:pStyle w:val="Zpatvpravo"/>
            <w:rPr>
              <w:rStyle w:val="slostrnky"/>
              <w:b w:val="0"/>
              <w:color w:val="auto"/>
              <w:sz w:val="12"/>
            </w:rPr>
          </w:pPr>
          <w:r w:rsidRPr="003462EB">
            <w:t xml:space="preserve">Zhotovení stavby </w:t>
          </w:r>
        </w:p>
      </w:tc>
      <w:tc>
        <w:tcPr>
          <w:tcW w:w="1021" w:type="dxa"/>
          <w:vAlign w:val="bottom"/>
        </w:tcPr>
        <w:p w14:paraId="6BE763D7" w14:textId="4077EF65" w:rsidR="00AC6943" w:rsidRDefault="00AC6943" w:rsidP="006B352A">
          <w:pPr>
            <w:pStyle w:val="Zpatvpravo"/>
            <w:jc w:val="center"/>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B7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7B7C">
            <w:rPr>
              <w:rStyle w:val="slostrnky"/>
              <w:noProof/>
            </w:rPr>
            <w:t>1</w:t>
          </w:r>
          <w:r>
            <w:rPr>
              <w:rStyle w:val="slostrnky"/>
            </w:rPr>
            <w:fldChar w:fldCharType="end"/>
          </w:r>
        </w:p>
      </w:tc>
      <w:tc>
        <w:tcPr>
          <w:tcW w:w="1021" w:type="dxa"/>
          <w:vAlign w:val="bottom"/>
        </w:tcPr>
        <w:p w14:paraId="26EE1562" w14:textId="77777777" w:rsidR="00AC6943" w:rsidRPr="009E09BE" w:rsidRDefault="00AC6943" w:rsidP="006B352A">
          <w:pPr>
            <w:pStyle w:val="Zpatvpravo"/>
            <w:jc w:val="left"/>
          </w:pPr>
        </w:p>
      </w:tc>
    </w:tr>
  </w:tbl>
  <w:p w14:paraId="0B8DC69B" w14:textId="77777777" w:rsidR="00AC6943" w:rsidRPr="00B8518B" w:rsidRDefault="00AC6943" w:rsidP="00805473">
    <w:pPr>
      <w:pStyle w:val="Zpat"/>
      <w:rPr>
        <w:sz w:val="2"/>
        <w:szCs w:val="2"/>
      </w:rPr>
    </w:pPr>
    <w:r>
      <w:rPr>
        <w:sz w:val="2"/>
        <w:szCs w:val="2"/>
      </w:rPr>
      <w:t>4</w:t>
    </w:r>
  </w:p>
  <w:p w14:paraId="5908E3E0" w14:textId="77777777" w:rsidR="00AC6943" w:rsidRPr="00805473" w:rsidRDefault="00AC6943" w:rsidP="00805473">
    <w:pPr>
      <w:pStyle w:val="Zpat"/>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15"/>
      <w:gridCol w:w="8732"/>
      <w:gridCol w:w="6"/>
    </w:tblGrid>
    <w:tr w:rsidR="00AC6943" w:rsidRPr="003462EB" w14:paraId="22CE8106" w14:textId="77777777" w:rsidTr="00792C97">
      <w:tc>
        <w:tcPr>
          <w:tcW w:w="1021" w:type="dxa"/>
          <w:vAlign w:val="bottom"/>
        </w:tcPr>
        <w:p w14:paraId="7C768020" w14:textId="6CFB97C6" w:rsidR="00AC6943" w:rsidRDefault="00AC6943" w:rsidP="006B352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B7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7B7C">
            <w:rPr>
              <w:rStyle w:val="slostrnky"/>
              <w:noProof/>
            </w:rPr>
            <w:t>4</w:t>
          </w:r>
          <w:r>
            <w:rPr>
              <w:rStyle w:val="slostrnky"/>
            </w:rPr>
            <w:fldChar w:fldCharType="end"/>
          </w:r>
        </w:p>
      </w:tc>
      <w:tc>
        <w:tcPr>
          <w:tcW w:w="1021" w:type="dxa"/>
          <w:vAlign w:val="bottom"/>
        </w:tcPr>
        <w:tbl>
          <w:tblPr>
            <w:tblStyle w:val="Mkatabulky"/>
            <w:tblpPr w:leftFromText="141" w:rightFromText="141" w:vertAnchor="text" w:horzAnchor="page" w:tblpX="493" w:tblpY="-449"/>
            <w:tblOverlap w:val="never"/>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627"/>
            <w:gridCol w:w="1105"/>
          </w:tblGrid>
          <w:tr w:rsidR="00AC6943" w:rsidRPr="009E09BE" w14:paraId="0D48E4E4" w14:textId="77777777" w:rsidTr="006B352A">
            <w:tc>
              <w:tcPr>
                <w:tcW w:w="7627" w:type="dxa"/>
                <w:tcMar>
                  <w:left w:w="0" w:type="dxa"/>
                  <w:right w:w="0" w:type="dxa"/>
                </w:tcMar>
                <w:vAlign w:val="bottom"/>
              </w:tcPr>
              <w:p w14:paraId="691E4C5A" w14:textId="67EE2463" w:rsidR="00AC6943" w:rsidRPr="00DD4862" w:rsidRDefault="00AC6943" w:rsidP="006B352A">
                <w:pPr>
                  <w:pStyle w:val="Zpatvpravo"/>
                  <w:jc w:val="left"/>
                  <w:rPr>
                    <w:b/>
                  </w:rPr>
                </w:pPr>
                <w:r w:rsidRPr="00DD4862">
                  <w:rPr>
                    <w:b/>
                  </w:rPr>
                  <w:t xml:space="preserve">Příloha č. </w:t>
                </w:r>
                <w:r>
                  <w:rPr>
                    <w:b/>
                  </w:rPr>
                  <w:t>10</w:t>
                </w:r>
              </w:p>
              <w:p w14:paraId="4A640BDC" w14:textId="77777777" w:rsidR="00AC6943" w:rsidRPr="003462EB" w:rsidRDefault="00AC6943" w:rsidP="006B352A">
                <w:pPr>
                  <w:pStyle w:val="Zpatvpravo"/>
                  <w:jc w:val="left"/>
                </w:pPr>
                <w:r>
                  <w:t>Smlouva o dílo</w:t>
                </w:r>
              </w:p>
              <w:p w14:paraId="7B27D7BA" w14:textId="77777777" w:rsidR="00AC6943" w:rsidRPr="003462EB" w:rsidRDefault="00AC6943" w:rsidP="006B352A">
                <w:pPr>
                  <w:pStyle w:val="Zpatvpravo"/>
                  <w:jc w:val="left"/>
                  <w:rPr>
                    <w:rStyle w:val="slostrnky"/>
                    <w:b w:val="0"/>
                    <w:color w:val="auto"/>
                    <w:sz w:val="12"/>
                  </w:rPr>
                </w:pPr>
                <w:r w:rsidRPr="003462EB">
                  <w:t xml:space="preserve">Zhotovení stavby </w:t>
                </w:r>
              </w:p>
            </w:tc>
            <w:tc>
              <w:tcPr>
                <w:tcW w:w="1105" w:type="dxa"/>
                <w:vAlign w:val="bottom"/>
              </w:tcPr>
              <w:p w14:paraId="428BEE7C" w14:textId="1FCE3776" w:rsidR="00AC6943" w:rsidRPr="009E09BE" w:rsidRDefault="00AC6943" w:rsidP="006B352A">
                <w:pPr>
                  <w:pStyle w:val="Zpatvpravo"/>
                </w:pPr>
              </w:p>
            </w:tc>
          </w:tr>
        </w:tbl>
        <w:p w14:paraId="4081AA23" w14:textId="77777777" w:rsidR="00AC6943" w:rsidRPr="00B8518B" w:rsidRDefault="00AC6943" w:rsidP="006B352A">
          <w:pPr>
            <w:pStyle w:val="Zpat"/>
            <w:rPr>
              <w:rStyle w:val="slostrnky"/>
            </w:rPr>
          </w:pPr>
        </w:p>
      </w:tc>
      <w:tc>
        <w:tcPr>
          <w:tcW w:w="0" w:type="auto"/>
          <w:vAlign w:val="bottom"/>
        </w:tcPr>
        <w:p w14:paraId="4968DA1B" w14:textId="77777777" w:rsidR="00AC6943" w:rsidRPr="00B8518B" w:rsidRDefault="00AC6943" w:rsidP="006B352A">
          <w:pPr>
            <w:pStyle w:val="Zpat"/>
            <w:rPr>
              <w:sz w:val="2"/>
              <w:szCs w:val="2"/>
            </w:rPr>
          </w:pPr>
        </w:p>
        <w:p w14:paraId="56840C08" w14:textId="77777777" w:rsidR="00AC6943" w:rsidRPr="003462EB" w:rsidRDefault="00AC6943" w:rsidP="006B352A">
          <w:pPr>
            <w:pStyle w:val="Zpatvlevo"/>
          </w:pPr>
        </w:p>
      </w:tc>
    </w:tr>
  </w:tbl>
  <w:p w14:paraId="67388F28" w14:textId="77777777" w:rsidR="00AC6943" w:rsidRPr="00F13FDA" w:rsidRDefault="00AC694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AC6943" w:rsidRPr="009E09BE" w14:paraId="3A9DBEB1" w14:textId="77777777" w:rsidTr="00A16527">
      <w:tc>
        <w:tcPr>
          <w:tcW w:w="0" w:type="auto"/>
          <w:tcMar>
            <w:left w:w="0" w:type="dxa"/>
            <w:right w:w="0" w:type="dxa"/>
          </w:tcMar>
          <w:vAlign w:val="bottom"/>
        </w:tcPr>
        <w:p w14:paraId="0DEAB1A3" w14:textId="7D7D000D" w:rsidR="00AC6943" w:rsidRPr="00DD4862" w:rsidRDefault="00AC6943" w:rsidP="006B352A">
          <w:pPr>
            <w:pStyle w:val="Zpatvpravo"/>
            <w:rPr>
              <w:b/>
            </w:rPr>
          </w:pPr>
          <w:r w:rsidRPr="00DD4862">
            <w:rPr>
              <w:b/>
            </w:rPr>
            <w:t>Příloha č.</w:t>
          </w:r>
          <w:r>
            <w:rPr>
              <w:b/>
            </w:rPr>
            <w:t xml:space="preserve"> 10</w:t>
          </w:r>
          <w:r w:rsidRPr="00DD4862">
            <w:rPr>
              <w:b/>
            </w:rPr>
            <w:t xml:space="preserve"> </w:t>
          </w:r>
        </w:p>
        <w:p w14:paraId="7FAD7D6C" w14:textId="77777777" w:rsidR="00AC6943" w:rsidRPr="003462EB" w:rsidRDefault="00AC6943" w:rsidP="006B352A">
          <w:pPr>
            <w:pStyle w:val="Zpatvpravo"/>
          </w:pPr>
          <w:r>
            <w:t>Smlouva o dílo</w:t>
          </w:r>
        </w:p>
        <w:p w14:paraId="3DB195D1" w14:textId="77777777" w:rsidR="00AC6943" w:rsidRPr="003462EB" w:rsidRDefault="00AC6943" w:rsidP="006B352A">
          <w:pPr>
            <w:pStyle w:val="Zpatvpravo"/>
            <w:rPr>
              <w:rStyle w:val="slostrnky"/>
              <w:b w:val="0"/>
              <w:color w:val="auto"/>
              <w:sz w:val="12"/>
            </w:rPr>
          </w:pPr>
          <w:r w:rsidRPr="003462EB">
            <w:t xml:space="preserve">Zhotovení stavby </w:t>
          </w:r>
        </w:p>
      </w:tc>
      <w:tc>
        <w:tcPr>
          <w:tcW w:w="1021" w:type="dxa"/>
          <w:vAlign w:val="bottom"/>
        </w:tcPr>
        <w:p w14:paraId="60CD36E2" w14:textId="7B53C017" w:rsidR="00AC6943" w:rsidRDefault="00AC6943" w:rsidP="006B352A">
          <w:pPr>
            <w:pStyle w:val="Zpatvpravo"/>
            <w:jc w:val="center"/>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B7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7B7C">
            <w:rPr>
              <w:rStyle w:val="slostrnky"/>
              <w:noProof/>
            </w:rPr>
            <w:t>4</w:t>
          </w:r>
          <w:r>
            <w:rPr>
              <w:rStyle w:val="slostrnky"/>
            </w:rPr>
            <w:fldChar w:fldCharType="end"/>
          </w:r>
        </w:p>
      </w:tc>
      <w:tc>
        <w:tcPr>
          <w:tcW w:w="1021" w:type="dxa"/>
          <w:vAlign w:val="bottom"/>
        </w:tcPr>
        <w:p w14:paraId="3BBF72A4" w14:textId="77777777" w:rsidR="00AC6943" w:rsidRPr="009E09BE" w:rsidRDefault="00AC6943" w:rsidP="006B352A">
          <w:pPr>
            <w:pStyle w:val="Zpatvpravo"/>
            <w:jc w:val="left"/>
          </w:pPr>
        </w:p>
      </w:tc>
    </w:tr>
  </w:tbl>
  <w:p w14:paraId="50A96038" w14:textId="77777777" w:rsidR="00AC6943" w:rsidRPr="00B8518B" w:rsidRDefault="00AC6943" w:rsidP="00805473">
    <w:pPr>
      <w:pStyle w:val="Zpat"/>
      <w:rPr>
        <w:sz w:val="2"/>
        <w:szCs w:val="2"/>
      </w:rPr>
    </w:pPr>
    <w:r>
      <w:rPr>
        <w:sz w:val="2"/>
        <w:szCs w:val="2"/>
      </w:rPr>
      <w:t>4</w:t>
    </w:r>
  </w:p>
  <w:p w14:paraId="0CDD2EF8" w14:textId="77777777" w:rsidR="00AC6943" w:rsidRPr="00805473" w:rsidRDefault="00AC6943" w:rsidP="0080547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55FE" w:rsidRPr="009E09BE" w14:paraId="0257CBFB" w14:textId="77777777" w:rsidTr="00F13FDA">
      <w:tc>
        <w:tcPr>
          <w:tcW w:w="0" w:type="auto"/>
          <w:tcMar>
            <w:left w:w="0" w:type="dxa"/>
            <w:right w:w="0" w:type="dxa"/>
          </w:tcMar>
          <w:vAlign w:val="bottom"/>
        </w:tcPr>
        <w:p w14:paraId="79F4B413" w14:textId="77777777" w:rsidR="00C355FE" w:rsidRPr="003462EB" w:rsidRDefault="00C355FE" w:rsidP="00F13FDA">
          <w:pPr>
            <w:pStyle w:val="Zpatvpravo"/>
          </w:pPr>
          <w:r>
            <w:t>Smlouva o dílo</w:t>
          </w:r>
        </w:p>
        <w:p w14:paraId="3BAD2C8C" w14:textId="77777777" w:rsidR="00C355FE" w:rsidRPr="003462EB" w:rsidRDefault="00C355FE" w:rsidP="00F13FDA">
          <w:pPr>
            <w:pStyle w:val="Zpatvpravo"/>
            <w:rPr>
              <w:rStyle w:val="slostrnky"/>
              <w:b w:val="0"/>
              <w:color w:val="auto"/>
              <w:sz w:val="12"/>
            </w:rPr>
          </w:pPr>
          <w:r>
            <w:t xml:space="preserve">Zhotovení stavby </w:t>
          </w:r>
        </w:p>
      </w:tc>
      <w:tc>
        <w:tcPr>
          <w:tcW w:w="1021" w:type="dxa"/>
          <w:vAlign w:val="bottom"/>
        </w:tcPr>
        <w:p w14:paraId="7D92C335" w14:textId="09AE0738" w:rsidR="00C355FE" w:rsidRPr="009E09BE" w:rsidRDefault="00C355F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B7C">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C355FE" w:rsidRPr="00B8518B" w:rsidRDefault="00C355F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55FE" w:rsidRPr="003462EB" w14:paraId="760A7963" w14:textId="77777777" w:rsidTr="00F13FDA">
      <w:tc>
        <w:tcPr>
          <w:tcW w:w="1021" w:type="dxa"/>
          <w:vAlign w:val="bottom"/>
        </w:tcPr>
        <w:p w14:paraId="2C967D5C" w14:textId="65AD9D93" w:rsidR="00C355FE" w:rsidRPr="00B8518B" w:rsidRDefault="00C355F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694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C6943">
            <w:rPr>
              <w:rStyle w:val="slostrnky"/>
              <w:noProof/>
            </w:rPr>
            <w:t>2</w:t>
          </w:r>
          <w:r>
            <w:rPr>
              <w:rStyle w:val="slostrnky"/>
            </w:rPr>
            <w:fldChar w:fldCharType="end"/>
          </w:r>
        </w:p>
      </w:tc>
      <w:tc>
        <w:tcPr>
          <w:tcW w:w="0" w:type="auto"/>
          <w:vAlign w:val="bottom"/>
        </w:tcPr>
        <w:p w14:paraId="24540392" w14:textId="77777777" w:rsidR="00C355FE" w:rsidRPr="00DD4862" w:rsidRDefault="00C355FE" w:rsidP="00F13FDA">
          <w:pPr>
            <w:pStyle w:val="Zpatvlevo"/>
            <w:rPr>
              <w:b/>
            </w:rPr>
          </w:pPr>
          <w:r>
            <w:rPr>
              <w:b/>
            </w:rPr>
            <w:t>Příloha č. 9</w:t>
          </w:r>
        </w:p>
        <w:p w14:paraId="4619C703" w14:textId="77777777" w:rsidR="00C355FE" w:rsidRDefault="00C355FE" w:rsidP="00F13FDA">
          <w:pPr>
            <w:pStyle w:val="Zpatvlevo"/>
          </w:pPr>
          <w:r w:rsidRPr="00B41CFD">
            <w:t>Smlouva o dílo</w:t>
          </w:r>
        </w:p>
        <w:p w14:paraId="65F4A929" w14:textId="77777777" w:rsidR="00C355FE" w:rsidRPr="003462EB" w:rsidRDefault="00C355FE" w:rsidP="00F13FDA">
          <w:pPr>
            <w:pStyle w:val="Zpatvlevo"/>
          </w:pPr>
          <w:r w:rsidRPr="00B41CFD">
            <w:t>Zhotovení stavby</w:t>
          </w:r>
        </w:p>
      </w:tc>
    </w:tr>
  </w:tbl>
  <w:p w14:paraId="0ADFAF99" w14:textId="77777777" w:rsidR="00C355FE" w:rsidRPr="00F13FDA" w:rsidRDefault="00C355F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55FE" w:rsidRPr="009E09BE" w14:paraId="2AF04367" w14:textId="77777777" w:rsidTr="00A0271B">
      <w:tc>
        <w:tcPr>
          <w:tcW w:w="0" w:type="auto"/>
          <w:tcMar>
            <w:left w:w="0" w:type="dxa"/>
            <w:right w:w="0" w:type="dxa"/>
          </w:tcMar>
          <w:vAlign w:val="bottom"/>
        </w:tcPr>
        <w:p w14:paraId="7F6978BD" w14:textId="093A820A" w:rsidR="00C355FE" w:rsidRPr="00DD4862" w:rsidRDefault="00C355FE" w:rsidP="00A0271B">
          <w:pPr>
            <w:pStyle w:val="Zpatvpravo"/>
            <w:rPr>
              <w:b/>
            </w:rPr>
          </w:pPr>
          <w:r w:rsidRPr="00DD4862">
            <w:rPr>
              <w:b/>
            </w:rPr>
            <w:t xml:space="preserve">Příloha č. </w:t>
          </w:r>
          <w:r w:rsidR="00AC6943">
            <w:rPr>
              <w:b/>
            </w:rPr>
            <w:t>11</w:t>
          </w:r>
        </w:p>
        <w:p w14:paraId="0C49EAB7" w14:textId="77777777" w:rsidR="00C355FE" w:rsidRPr="003462EB" w:rsidRDefault="00C355FE" w:rsidP="00A0271B">
          <w:pPr>
            <w:pStyle w:val="Zpatvpravo"/>
          </w:pPr>
          <w:r>
            <w:t>Smlouva o dílo</w:t>
          </w:r>
        </w:p>
        <w:p w14:paraId="0ABE324B" w14:textId="77777777" w:rsidR="00C355FE" w:rsidRPr="003462EB" w:rsidRDefault="00C355FE" w:rsidP="00A0271B">
          <w:pPr>
            <w:pStyle w:val="Zpatvpravo"/>
            <w:rPr>
              <w:rStyle w:val="slostrnky"/>
              <w:b w:val="0"/>
              <w:color w:val="auto"/>
              <w:sz w:val="12"/>
            </w:rPr>
          </w:pPr>
          <w:r w:rsidRPr="003462EB">
            <w:t xml:space="preserve">Zhotovení stavby </w:t>
          </w:r>
        </w:p>
      </w:tc>
      <w:tc>
        <w:tcPr>
          <w:tcW w:w="1021" w:type="dxa"/>
          <w:vAlign w:val="bottom"/>
        </w:tcPr>
        <w:p w14:paraId="3D9C297C" w14:textId="705B87E1" w:rsidR="00C355FE" w:rsidRPr="009E09BE" w:rsidRDefault="00C355F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B7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7B7C">
            <w:rPr>
              <w:rStyle w:val="slostrnky"/>
              <w:noProof/>
            </w:rPr>
            <w:t>1</w:t>
          </w:r>
          <w:r>
            <w:rPr>
              <w:rStyle w:val="slostrnky"/>
            </w:rPr>
            <w:fldChar w:fldCharType="end"/>
          </w:r>
        </w:p>
      </w:tc>
    </w:tr>
  </w:tbl>
  <w:p w14:paraId="5E569996" w14:textId="77777777" w:rsidR="00C355FE" w:rsidRPr="00B8518B" w:rsidRDefault="00C355F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2F199A0" w:rsidR="00C355FE" w:rsidRDefault="00C00334" w:rsidP="00C1662E">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B7C">
      <w:rPr>
        <w:rStyle w:val="slostrnky"/>
        <w:noProof/>
      </w:rPr>
      <w:t>1</w:t>
    </w:r>
    <w:r w:rsidRPr="00B8518B">
      <w:rPr>
        <w:rStyle w:val="slostrnky"/>
      </w:rPr>
      <w:fldChar w:fldCharType="end"/>
    </w:r>
    <w:r w:rsidRPr="00B8518B">
      <w:rPr>
        <w:rStyle w:val="slostrnky"/>
      </w:rPr>
      <w:t>/</w:t>
    </w:r>
    <w:r>
      <w:rPr>
        <w:rStyle w:val="slostrnky"/>
      </w:rPr>
      <w:t>8</w:t>
    </w:r>
    <w:r w:rsidR="00C355FE">
      <w:rPr>
        <w:sz w:val="2"/>
        <w:szCs w:val="2"/>
      </w:rPr>
      <w:t>Zde</w:t>
    </w:r>
  </w:p>
  <w:p w14:paraId="322CE0D8" w14:textId="77777777" w:rsidR="00C355FE" w:rsidRPr="001E4BDC" w:rsidRDefault="00C355FE"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55FE" w:rsidRPr="003462EB" w14:paraId="576E4CB6" w14:textId="77777777" w:rsidTr="00F13FDA">
      <w:tc>
        <w:tcPr>
          <w:tcW w:w="1021" w:type="dxa"/>
          <w:vAlign w:val="bottom"/>
        </w:tcPr>
        <w:p w14:paraId="55FBAD66" w14:textId="7AB06DA8" w:rsidR="00C355FE" w:rsidRPr="00B8518B" w:rsidRDefault="00C355F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C355FE" w:rsidRPr="00DD4862" w:rsidRDefault="00C355FE" w:rsidP="00F13FDA">
          <w:pPr>
            <w:pStyle w:val="Zpatvlevo"/>
            <w:rPr>
              <w:b/>
            </w:rPr>
          </w:pPr>
          <w:r w:rsidRPr="00DD4862">
            <w:rPr>
              <w:b/>
            </w:rPr>
            <w:t>Příloha č. 1</w:t>
          </w:r>
        </w:p>
        <w:p w14:paraId="09312A8D" w14:textId="77777777" w:rsidR="00C355FE" w:rsidRDefault="00C355FE" w:rsidP="00F13FDA">
          <w:pPr>
            <w:pStyle w:val="Zpatvlevo"/>
          </w:pPr>
          <w:r w:rsidRPr="00B41CFD">
            <w:t>Smlouva o dílo</w:t>
          </w:r>
        </w:p>
        <w:p w14:paraId="3E3A2370" w14:textId="77777777" w:rsidR="00C355FE" w:rsidRPr="003462EB" w:rsidRDefault="00C355FE" w:rsidP="00F13FDA">
          <w:pPr>
            <w:pStyle w:val="Zpatvlevo"/>
          </w:pPr>
          <w:r w:rsidRPr="00B41CFD">
            <w:t>Zhotovení stavby</w:t>
          </w:r>
        </w:p>
      </w:tc>
    </w:tr>
  </w:tbl>
  <w:p w14:paraId="3D81D7D4" w14:textId="77777777" w:rsidR="00C355FE" w:rsidRPr="00F13FDA" w:rsidRDefault="00C355F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C355FE" w:rsidRDefault="00C355F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55FE" w:rsidRPr="009E09BE" w14:paraId="38DC7AE6" w14:textId="77777777" w:rsidTr="00A0271B">
      <w:tc>
        <w:tcPr>
          <w:tcW w:w="0" w:type="auto"/>
          <w:tcMar>
            <w:left w:w="0" w:type="dxa"/>
            <w:right w:w="0" w:type="dxa"/>
          </w:tcMar>
          <w:vAlign w:val="bottom"/>
        </w:tcPr>
        <w:p w14:paraId="1660DAD1" w14:textId="77777777" w:rsidR="00C355FE" w:rsidRPr="00DD4862" w:rsidRDefault="00C355FE" w:rsidP="00A0271B">
          <w:pPr>
            <w:pStyle w:val="Zpatvpravo"/>
            <w:rPr>
              <w:b/>
            </w:rPr>
          </w:pPr>
          <w:r w:rsidRPr="00DD4862">
            <w:rPr>
              <w:b/>
            </w:rPr>
            <w:t>Příloha č. 1</w:t>
          </w:r>
        </w:p>
        <w:p w14:paraId="1CB749FC" w14:textId="77777777" w:rsidR="00C355FE" w:rsidRPr="003462EB" w:rsidRDefault="00C355FE" w:rsidP="00A0271B">
          <w:pPr>
            <w:pStyle w:val="Zpatvpravo"/>
          </w:pPr>
          <w:r>
            <w:t>Smlouva o dílo</w:t>
          </w:r>
        </w:p>
        <w:p w14:paraId="3E9E1C04" w14:textId="77777777" w:rsidR="00C355FE" w:rsidRPr="003462EB" w:rsidRDefault="00C355FE" w:rsidP="00DD4862">
          <w:pPr>
            <w:pStyle w:val="Zpatvpravo"/>
            <w:rPr>
              <w:rStyle w:val="slostrnky"/>
              <w:b w:val="0"/>
              <w:color w:val="auto"/>
              <w:sz w:val="12"/>
            </w:rPr>
          </w:pPr>
          <w:r w:rsidRPr="003462EB">
            <w:t xml:space="preserve">Zhotovení stavby </w:t>
          </w:r>
        </w:p>
      </w:tc>
      <w:tc>
        <w:tcPr>
          <w:tcW w:w="1021" w:type="dxa"/>
          <w:vAlign w:val="bottom"/>
        </w:tcPr>
        <w:p w14:paraId="52A5ACA1" w14:textId="37B708C4" w:rsidR="00C355FE" w:rsidRPr="009E09BE" w:rsidRDefault="00C355F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B7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7B7C">
            <w:rPr>
              <w:rStyle w:val="slostrnky"/>
              <w:noProof/>
            </w:rPr>
            <w:t>1</w:t>
          </w:r>
          <w:r>
            <w:rPr>
              <w:rStyle w:val="slostrnky"/>
            </w:rPr>
            <w:fldChar w:fldCharType="end"/>
          </w:r>
        </w:p>
      </w:tc>
    </w:tr>
  </w:tbl>
  <w:p w14:paraId="7D639E4C" w14:textId="77777777" w:rsidR="00C355FE" w:rsidRPr="00B8518B" w:rsidRDefault="00C355F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55FE" w:rsidRPr="003462EB" w14:paraId="31324F47" w14:textId="77777777" w:rsidTr="00F13FDA">
      <w:tc>
        <w:tcPr>
          <w:tcW w:w="1021" w:type="dxa"/>
          <w:vAlign w:val="bottom"/>
        </w:tcPr>
        <w:p w14:paraId="4660D5CA" w14:textId="77777777" w:rsidR="00C355FE" w:rsidRPr="00B8518B" w:rsidRDefault="00C355F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C355FE" w:rsidRPr="00DD4862" w:rsidRDefault="00C355FE" w:rsidP="00F13FDA">
          <w:pPr>
            <w:pStyle w:val="Zpatvlevo"/>
            <w:rPr>
              <w:b/>
            </w:rPr>
          </w:pPr>
          <w:r>
            <w:rPr>
              <w:b/>
            </w:rPr>
            <w:t>Příloha č. 2</w:t>
          </w:r>
        </w:p>
        <w:p w14:paraId="0C1A6B71" w14:textId="77777777" w:rsidR="00C355FE" w:rsidRDefault="00C355FE" w:rsidP="00F13FDA">
          <w:pPr>
            <w:pStyle w:val="Zpatvlevo"/>
          </w:pPr>
          <w:r w:rsidRPr="00B41CFD">
            <w:t>Smlouva o dílo</w:t>
          </w:r>
        </w:p>
        <w:p w14:paraId="6C987E4D" w14:textId="77777777" w:rsidR="00C355FE" w:rsidRPr="003462EB" w:rsidRDefault="00C355FE" w:rsidP="00F13FDA">
          <w:pPr>
            <w:pStyle w:val="Zpatvlevo"/>
          </w:pPr>
          <w:r w:rsidRPr="00B41CFD">
            <w:t>Zhotovení stavby</w:t>
          </w:r>
        </w:p>
      </w:tc>
    </w:tr>
  </w:tbl>
  <w:p w14:paraId="721821A5" w14:textId="77777777" w:rsidR="00C355FE" w:rsidRPr="00F13FDA" w:rsidRDefault="00C355F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55FE" w:rsidRPr="009E09BE" w14:paraId="38E8F7EA" w14:textId="77777777" w:rsidTr="00A0271B">
      <w:tc>
        <w:tcPr>
          <w:tcW w:w="0" w:type="auto"/>
          <w:tcMar>
            <w:left w:w="0" w:type="dxa"/>
            <w:right w:w="0" w:type="dxa"/>
          </w:tcMar>
          <w:vAlign w:val="bottom"/>
        </w:tcPr>
        <w:p w14:paraId="12959C17" w14:textId="77777777" w:rsidR="00C355FE" w:rsidRPr="00DD4862" w:rsidRDefault="00C355FE" w:rsidP="00A0271B">
          <w:pPr>
            <w:pStyle w:val="Zpatvpravo"/>
            <w:rPr>
              <w:b/>
            </w:rPr>
          </w:pPr>
          <w:r w:rsidRPr="00DD4862">
            <w:rPr>
              <w:b/>
            </w:rPr>
            <w:t>Příloha č. 2</w:t>
          </w:r>
        </w:p>
        <w:p w14:paraId="1091D5F5" w14:textId="77777777" w:rsidR="00C355FE" w:rsidRPr="003462EB" w:rsidRDefault="00C355FE" w:rsidP="00A0271B">
          <w:pPr>
            <w:pStyle w:val="Zpatvpravo"/>
          </w:pPr>
          <w:r>
            <w:t>Smlouva o dílo</w:t>
          </w:r>
        </w:p>
        <w:p w14:paraId="45C9C2F0" w14:textId="77777777" w:rsidR="00C355FE" w:rsidRPr="003462EB" w:rsidRDefault="00C355FE" w:rsidP="00A0271B">
          <w:pPr>
            <w:pStyle w:val="Zpatvpravo"/>
            <w:rPr>
              <w:rStyle w:val="slostrnky"/>
              <w:b w:val="0"/>
              <w:color w:val="auto"/>
              <w:sz w:val="12"/>
            </w:rPr>
          </w:pPr>
          <w:r w:rsidRPr="003462EB">
            <w:t xml:space="preserve">Zhotovení stavby </w:t>
          </w:r>
        </w:p>
      </w:tc>
      <w:tc>
        <w:tcPr>
          <w:tcW w:w="1021" w:type="dxa"/>
          <w:vAlign w:val="bottom"/>
        </w:tcPr>
        <w:p w14:paraId="68484E19" w14:textId="4F22AD7A" w:rsidR="00C355FE" w:rsidRPr="009E09BE" w:rsidRDefault="00C355F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B7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7B7C">
            <w:rPr>
              <w:rStyle w:val="slostrnky"/>
              <w:noProof/>
            </w:rPr>
            <w:t>1</w:t>
          </w:r>
          <w:r>
            <w:rPr>
              <w:rStyle w:val="slostrnky"/>
            </w:rPr>
            <w:fldChar w:fldCharType="end"/>
          </w:r>
        </w:p>
      </w:tc>
    </w:tr>
  </w:tbl>
  <w:p w14:paraId="5C7B95E3" w14:textId="77777777" w:rsidR="00C355FE" w:rsidRPr="00B8518B" w:rsidRDefault="00C355F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55FE" w:rsidRPr="003462EB" w14:paraId="1C83CE55" w14:textId="77777777" w:rsidTr="00F13FDA">
      <w:tc>
        <w:tcPr>
          <w:tcW w:w="1021" w:type="dxa"/>
          <w:vAlign w:val="bottom"/>
        </w:tcPr>
        <w:p w14:paraId="5CCDD256" w14:textId="77777777" w:rsidR="00C355FE" w:rsidRPr="00B8518B" w:rsidRDefault="00C355F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C355FE" w:rsidRPr="00DD4862" w:rsidRDefault="00C355FE" w:rsidP="00F13FDA">
          <w:pPr>
            <w:pStyle w:val="Zpatvlevo"/>
            <w:rPr>
              <w:b/>
            </w:rPr>
          </w:pPr>
          <w:r>
            <w:rPr>
              <w:b/>
            </w:rPr>
            <w:t>Příloha č. 3</w:t>
          </w:r>
        </w:p>
        <w:p w14:paraId="4666136E" w14:textId="77777777" w:rsidR="00C355FE" w:rsidRDefault="00C355FE" w:rsidP="00F13FDA">
          <w:pPr>
            <w:pStyle w:val="Zpatvlevo"/>
          </w:pPr>
          <w:r w:rsidRPr="00B41CFD">
            <w:t>Smlouva o dílo</w:t>
          </w:r>
        </w:p>
        <w:p w14:paraId="55042ECA" w14:textId="77777777" w:rsidR="00C355FE" w:rsidRPr="003462EB" w:rsidRDefault="00C355FE" w:rsidP="00F13FDA">
          <w:pPr>
            <w:pStyle w:val="Zpatvlevo"/>
          </w:pPr>
          <w:r w:rsidRPr="00B41CFD">
            <w:t>Zhotovení stavby</w:t>
          </w:r>
        </w:p>
      </w:tc>
    </w:tr>
  </w:tbl>
  <w:p w14:paraId="078F4948" w14:textId="77777777" w:rsidR="00C355FE" w:rsidRPr="00F13FDA" w:rsidRDefault="00C355F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55FE" w:rsidRPr="009E09BE" w14:paraId="236B1D3C" w14:textId="77777777" w:rsidTr="00A0271B">
      <w:tc>
        <w:tcPr>
          <w:tcW w:w="0" w:type="auto"/>
          <w:tcMar>
            <w:left w:w="0" w:type="dxa"/>
            <w:right w:w="0" w:type="dxa"/>
          </w:tcMar>
          <w:vAlign w:val="bottom"/>
        </w:tcPr>
        <w:p w14:paraId="1DE31B10" w14:textId="77777777" w:rsidR="00C355FE" w:rsidRPr="00DD4862" w:rsidRDefault="00C355FE" w:rsidP="00A0271B">
          <w:pPr>
            <w:pStyle w:val="Zpatvpravo"/>
            <w:rPr>
              <w:b/>
            </w:rPr>
          </w:pPr>
          <w:r w:rsidRPr="00DD4862">
            <w:rPr>
              <w:b/>
            </w:rPr>
            <w:t xml:space="preserve">Příloha č. </w:t>
          </w:r>
          <w:r>
            <w:rPr>
              <w:b/>
            </w:rPr>
            <w:t>3</w:t>
          </w:r>
        </w:p>
        <w:p w14:paraId="2C91EB49" w14:textId="77777777" w:rsidR="00C355FE" w:rsidRPr="003462EB" w:rsidRDefault="00C355FE" w:rsidP="00A0271B">
          <w:pPr>
            <w:pStyle w:val="Zpatvpravo"/>
          </w:pPr>
          <w:r>
            <w:t>Smlouva o dílo</w:t>
          </w:r>
        </w:p>
        <w:p w14:paraId="74FC2B61" w14:textId="77777777" w:rsidR="00C355FE" w:rsidRPr="003462EB" w:rsidRDefault="00C355FE" w:rsidP="00A0271B">
          <w:pPr>
            <w:pStyle w:val="Zpatvpravo"/>
            <w:rPr>
              <w:rStyle w:val="slostrnky"/>
              <w:b w:val="0"/>
              <w:color w:val="auto"/>
              <w:sz w:val="12"/>
            </w:rPr>
          </w:pPr>
          <w:r w:rsidRPr="003462EB">
            <w:t xml:space="preserve">Zhotovení stavby </w:t>
          </w:r>
        </w:p>
      </w:tc>
      <w:tc>
        <w:tcPr>
          <w:tcW w:w="1021" w:type="dxa"/>
          <w:vAlign w:val="bottom"/>
        </w:tcPr>
        <w:p w14:paraId="09191C9B" w14:textId="63C5DFED" w:rsidR="00C355FE" w:rsidRPr="009E09BE" w:rsidRDefault="00C355F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B7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7B7C">
            <w:rPr>
              <w:rStyle w:val="slostrnky"/>
              <w:noProof/>
            </w:rPr>
            <w:t>1</w:t>
          </w:r>
          <w:r>
            <w:rPr>
              <w:rStyle w:val="slostrnky"/>
            </w:rPr>
            <w:fldChar w:fldCharType="end"/>
          </w:r>
        </w:p>
      </w:tc>
    </w:tr>
  </w:tbl>
  <w:p w14:paraId="5F4D3FBE" w14:textId="77777777" w:rsidR="00C355FE" w:rsidRPr="00B8518B" w:rsidRDefault="00C355F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93604" w14:textId="77777777" w:rsidR="008C0755" w:rsidRDefault="008C0755" w:rsidP="00962258">
      <w:pPr>
        <w:spacing w:after="0" w:line="240" w:lineRule="auto"/>
      </w:pPr>
      <w:r>
        <w:separator/>
      </w:r>
    </w:p>
  </w:footnote>
  <w:footnote w:type="continuationSeparator" w:id="0">
    <w:p w14:paraId="73B04A83" w14:textId="77777777" w:rsidR="008C0755" w:rsidRDefault="008C075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55FE" w14:paraId="3B79F732" w14:textId="77777777" w:rsidTr="00B22106">
      <w:trPr>
        <w:trHeight w:hRule="exact" w:val="936"/>
      </w:trPr>
      <w:tc>
        <w:tcPr>
          <w:tcW w:w="1361" w:type="dxa"/>
          <w:tcMar>
            <w:left w:w="0" w:type="dxa"/>
            <w:right w:w="0" w:type="dxa"/>
          </w:tcMar>
        </w:tcPr>
        <w:p w14:paraId="227E3247" w14:textId="77777777" w:rsidR="00C355FE" w:rsidRPr="00B8518B" w:rsidRDefault="00C355FE" w:rsidP="00FC6389">
          <w:pPr>
            <w:pStyle w:val="Zpat"/>
            <w:rPr>
              <w:rStyle w:val="slostrnky"/>
            </w:rPr>
          </w:pPr>
        </w:p>
      </w:tc>
      <w:tc>
        <w:tcPr>
          <w:tcW w:w="3458" w:type="dxa"/>
          <w:shd w:val="clear" w:color="auto" w:fill="auto"/>
          <w:tcMar>
            <w:left w:w="0" w:type="dxa"/>
            <w:right w:w="0" w:type="dxa"/>
          </w:tcMar>
        </w:tcPr>
        <w:p w14:paraId="5E5B8C22" w14:textId="77777777" w:rsidR="00C355FE" w:rsidRDefault="00C355FE"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C355FE" w:rsidRPr="00D6163D" w:rsidRDefault="00C355FE" w:rsidP="00FC6389">
          <w:pPr>
            <w:pStyle w:val="Druhdokumentu"/>
          </w:pPr>
        </w:p>
      </w:tc>
    </w:tr>
    <w:tr w:rsidR="00C355FE" w14:paraId="1DFD2EDD" w14:textId="77777777" w:rsidTr="00B22106">
      <w:trPr>
        <w:trHeight w:hRule="exact" w:val="936"/>
      </w:trPr>
      <w:tc>
        <w:tcPr>
          <w:tcW w:w="1361" w:type="dxa"/>
          <w:tcMar>
            <w:left w:w="0" w:type="dxa"/>
            <w:right w:w="0" w:type="dxa"/>
          </w:tcMar>
        </w:tcPr>
        <w:p w14:paraId="510D1780" w14:textId="77777777" w:rsidR="00C355FE" w:rsidRPr="00B8518B" w:rsidRDefault="00C355FE" w:rsidP="00FC6389">
          <w:pPr>
            <w:pStyle w:val="Zpat"/>
            <w:rPr>
              <w:rStyle w:val="slostrnky"/>
            </w:rPr>
          </w:pPr>
        </w:p>
      </w:tc>
      <w:tc>
        <w:tcPr>
          <w:tcW w:w="3458" w:type="dxa"/>
          <w:shd w:val="clear" w:color="auto" w:fill="auto"/>
          <w:tcMar>
            <w:left w:w="0" w:type="dxa"/>
            <w:right w:w="0" w:type="dxa"/>
          </w:tcMar>
        </w:tcPr>
        <w:p w14:paraId="7E4B5746" w14:textId="77777777" w:rsidR="00C355FE" w:rsidRDefault="00C355FE" w:rsidP="00FC6389">
          <w:pPr>
            <w:pStyle w:val="Zpat"/>
          </w:pPr>
        </w:p>
      </w:tc>
      <w:tc>
        <w:tcPr>
          <w:tcW w:w="5756" w:type="dxa"/>
          <w:shd w:val="clear" w:color="auto" w:fill="auto"/>
          <w:tcMar>
            <w:left w:w="0" w:type="dxa"/>
            <w:right w:w="0" w:type="dxa"/>
          </w:tcMar>
        </w:tcPr>
        <w:p w14:paraId="2B60071A" w14:textId="77777777" w:rsidR="00C355FE" w:rsidRPr="00D6163D" w:rsidRDefault="00C355FE" w:rsidP="00FC6389">
          <w:pPr>
            <w:pStyle w:val="Druhdokumentu"/>
          </w:pPr>
        </w:p>
      </w:tc>
    </w:tr>
  </w:tbl>
  <w:p w14:paraId="14FB9387" w14:textId="77777777" w:rsidR="00C355FE" w:rsidRPr="00D6163D" w:rsidRDefault="00C355FE" w:rsidP="00FC6389">
    <w:pPr>
      <w:pStyle w:val="Zhlav"/>
      <w:rPr>
        <w:sz w:val="8"/>
        <w:szCs w:val="8"/>
      </w:rPr>
    </w:pPr>
  </w:p>
  <w:p w14:paraId="12576136" w14:textId="77777777" w:rsidR="00C355FE" w:rsidRPr="00460660" w:rsidRDefault="00C355F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C355FE" w:rsidRPr="00D6163D" w:rsidRDefault="00C355F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C355FE" w:rsidRPr="00D6163D" w:rsidRDefault="00C355F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C355FE" w:rsidRPr="00D6163D" w:rsidRDefault="00C355F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C355FE" w:rsidRPr="00D6163D" w:rsidRDefault="00C355F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C355FE" w:rsidRPr="00D6163D" w:rsidRDefault="00C355F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E90E1A4"/>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772FB"/>
    <w:rsid w:val="0008335F"/>
    <w:rsid w:val="000835FF"/>
    <w:rsid w:val="00095002"/>
    <w:rsid w:val="000A24F5"/>
    <w:rsid w:val="000B17CA"/>
    <w:rsid w:val="000B4EB8"/>
    <w:rsid w:val="000C2B01"/>
    <w:rsid w:val="000C41F2"/>
    <w:rsid w:val="000C4EB8"/>
    <w:rsid w:val="000C62CB"/>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1209"/>
    <w:rsid w:val="001E41F9"/>
    <w:rsid w:val="001E678E"/>
    <w:rsid w:val="001F518E"/>
    <w:rsid w:val="002038D5"/>
    <w:rsid w:val="002071BB"/>
    <w:rsid w:val="00207DF5"/>
    <w:rsid w:val="00215434"/>
    <w:rsid w:val="00217281"/>
    <w:rsid w:val="00222785"/>
    <w:rsid w:val="002249F9"/>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511A"/>
    <w:rsid w:val="002A7B96"/>
    <w:rsid w:val="002C03CB"/>
    <w:rsid w:val="002C0721"/>
    <w:rsid w:val="002C0FB1"/>
    <w:rsid w:val="002C31BF"/>
    <w:rsid w:val="002C3F4C"/>
    <w:rsid w:val="002D7FD6"/>
    <w:rsid w:val="002E0CD7"/>
    <w:rsid w:val="002E0CFB"/>
    <w:rsid w:val="002E0E4A"/>
    <w:rsid w:val="002E150F"/>
    <w:rsid w:val="002E3941"/>
    <w:rsid w:val="002E5C7B"/>
    <w:rsid w:val="002F31D9"/>
    <w:rsid w:val="002F4333"/>
    <w:rsid w:val="0030003A"/>
    <w:rsid w:val="0030162C"/>
    <w:rsid w:val="00311475"/>
    <w:rsid w:val="003149C0"/>
    <w:rsid w:val="00327EEF"/>
    <w:rsid w:val="0033239F"/>
    <w:rsid w:val="00335132"/>
    <w:rsid w:val="00336DB0"/>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A0E8B"/>
    <w:rsid w:val="003B23D6"/>
    <w:rsid w:val="003B4A16"/>
    <w:rsid w:val="003C33F2"/>
    <w:rsid w:val="003D6859"/>
    <w:rsid w:val="003D756E"/>
    <w:rsid w:val="003E420D"/>
    <w:rsid w:val="003E4C13"/>
    <w:rsid w:val="003F2C3E"/>
    <w:rsid w:val="0040283D"/>
    <w:rsid w:val="00405A01"/>
    <w:rsid w:val="00405B5B"/>
    <w:rsid w:val="0040659D"/>
    <w:rsid w:val="004078F3"/>
    <w:rsid w:val="004160CB"/>
    <w:rsid w:val="00427794"/>
    <w:rsid w:val="004328E4"/>
    <w:rsid w:val="00437231"/>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A7B7C"/>
    <w:rsid w:val="004B4299"/>
    <w:rsid w:val="004C1A60"/>
    <w:rsid w:val="004C4399"/>
    <w:rsid w:val="004C787C"/>
    <w:rsid w:val="004D09FB"/>
    <w:rsid w:val="004E2C64"/>
    <w:rsid w:val="004E6233"/>
    <w:rsid w:val="004E7A1F"/>
    <w:rsid w:val="004F03BA"/>
    <w:rsid w:val="004F4B9B"/>
    <w:rsid w:val="00500E0F"/>
    <w:rsid w:val="00501042"/>
    <w:rsid w:val="00502690"/>
    <w:rsid w:val="00503579"/>
    <w:rsid w:val="0050666E"/>
    <w:rsid w:val="00511AB9"/>
    <w:rsid w:val="00521AC5"/>
    <w:rsid w:val="00523BB5"/>
    <w:rsid w:val="00523EA7"/>
    <w:rsid w:val="0052527A"/>
    <w:rsid w:val="0052690B"/>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5534"/>
    <w:rsid w:val="005A1F44"/>
    <w:rsid w:val="005A34AA"/>
    <w:rsid w:val="005B4616"/>
    <w:rsid w:val="005D3C39"/>
    <w:rsid w:val="005D58F4"/>
    <w:rsid w:val="005D6794"/>
    <w:rsid w:val="005E007F"/>
    <w:rsid w:val="005E31FB"/>
    <w:rsid w:val="005E69D2"/>
    <w:rsid w:val="005E7125"/>
    <w:rsid w:val="005F1592"/>
    <w:rsid w:val="005F3A8C"/>
    <w:rsid w:val="00600ECE"/>
    <w:rsid w:val="00601A8C"/>
    <w:rsid w:val="00606FE8"/>
    <w:rsid w:val="0061068E"/>
    <w:rsid w:val="006115D3"/>
    <w:rsid w:val="006231B6"/>
    <w:rsid w:val="00623FDC"/>
    <w:rsid w:val="006428D9"/>
    <w:rsid w:val="00654EB0"/>
    <w:rsid w:val="00654F4C"/>
    <w:rsid w:val="0065610E"/>
    <w:rsid w:val="00660AD3"/>
    <w:rsid w:val="00665D6B"/>
    <w:rsid w:val="006776B6"/>
    <w:rsid w:val="00680C34"/>
    <w:rsid w:val="00690ED0"/>
    <w:rsid w:val="00693150"/>
    <w:rsid w:val="006A12A4"/>
    <w:rsid w:val="006A5570"/>
    <w:rsid w:val="006A5576"/>
    <w:rsid w:val="006A689C"/>
    <w:rsid w:val="006B352A"/>
    <w:rsid w:val="006B3D79"/>
    <w:rsid w:val="006B6FE4"/>
    <w:rsid w:val="006C2343"/>
    <w:rsid w:val="006C442A"/>
    <w:rsid w:val="006D0C70"/>
    <w:rsid w:val="006D30C1"/>
    <w:rsid w:val="006D5FB4"/>
    <w:rsid w:val="006D6057"/>
    <w:rsid w:val="006E0578"/>
    <w:rsid w:val="006E1DF8"/>
    <w:rsid w:val="006E314D"/>
    <w:rsid w:val="006E6383"/>
    <w:rsid w:val="006E7284"/>
    <w:rsid w:val="006E7799"/>
    <w:rsid w:val="006F4030"/>
    <w:rsid w:val="00704A28"/>
    <w:rsid w:val="00704D1E"/>
    <w:rsid w:val="00710723"/>
    <w:rsid w:val="007145F3"/>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2B8"/>
    <w:rsid w:val="007D26F9"/>
    <w:rsid w:val="007E17DE"/>
    <w:rsid w:val="007E38E1"/>
    <w:rsid w:val="007E4A6E"/>
    <w:rsid w:val="007F56A7"/>
    <w:rsid w:val="00800851"/>
    <w:rsid w:val="00805473"/>
    <w:rsid w:val="00805782"/>
    <w:rsid w:val="00807DD0"/>
    <w:rsid w:val="00813734"/>
    <w:rsid w:val="008156D5"/>
    <w:rsid w:val="008175E5"/>
    <w:rsid w:val="00821D01"/>
    <w:rsid w:val="00826B7B"/>
    <w:rsid w:val="00831AF2"/>
    <w:rsid w:val="008351DD"/>
    <w:rsid w:val="0083541D"/>
    <w:rsid w:val="008447DA"/>
    <w:rsid w:val="00846789"/>
    <w:rsid w:val="00850B67"/>
    <w:rsid w:val="00850E48"/>
    <w:rsid w:val="00866994"/>
    <w:rsid w:val="00883098"/>
    <w:rsid w:val="00884582"/>
    <w:rsid w:val="0089098F"/>
    <w:rsid w:val="00892A61"/>
    <w:rsid w:val="008A3366"/>
    <w:rsid w:val="008A3568"/>
    <w:rsid w:val="008A3592"/>
    <w:rsid w:val="008A7656"/>
    <w:rsid w:val="008A7B0B"/>
    <w:rsid w:val="008B2F29"/>
    <w:rsid w:val="008B48D3"/>
    <w:rsid w:val="008C0755"/>
    <w:rsid w:val="008C50F3"/>
    <w:rsid w:val="008C7EFE"/>
    <w:rsid w:val="008D03B9"/>
    <w:rsid w:val="008D1060"/>
    <w:rsid w:val="008D30C7"/>
    <w:rsid w:val="008E2446"/>
    <w:rsid w:val="008F18D6"/>
    <w:rsid w:val="008F2C9B"/>
    <w:rsid w:val="008F7242"/>
    <w:rsid w:val="008F797B"/>
    <w:rsid w:val="00904780"/>
    <w:rsid w:val="0090635B"/>
    <w:rsid w:val="00913311"/>
    <w:rsid w:val="00914256"/>
    <w:rsid w:val="009152C2"/>
    <w:rsid w:val="00922385"/>
    <w:rsid w:val="009223DF"/>
    <w:rsid w:val="009237EB"/>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6EE5"/>
    <w:rsid w:val="00A0740E"/>
    <w:rsid w:val="00A21A01"/>
    <w:rsid w:val="00A25201"/>
    <w:rsid w:val="00A2787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6943"/>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27B5"/>
    <w:rsid w:val="00B97CC3"/>
    <w:rsid w:val="00BB08EC"/>
    <w:rsid w:val="00BB1390"/>
    <w:rsid w:val="00BB18C3"/>
    <w:rsid w:val="00BC06C4"/>
    <w:rsid w:val="00BC5BDD"/>
    <w:rsid w:val="00BD5DE9"/>
    <w:rsid w:val="00BD7E91"/>
    <w:rsid w:val="00BD7F0D"/>
    <w:rsid w:val="00BF2C31"/>
    <w:rsid w:val="00BF4AD6"/>
    <w:rsid w:val="00BF4C5D"/>
    <w:rsid w:val="00BF7B07"/>
    <w:rsid w:val="00C00334"/>
    <w:rsid w:val="00C02440"/>
    <w:rsid w:val="00C02D0A"/>
    <w:rsid w:val="00C03A6E"/>
    <w:rsid w:val="00C1205A"/>
    <w:rsid w:val="00C1662E"/>
    <w:rsid w:val="00C226C0"/>
    <w:rsid w:val="00C355FE"/>
    <w:rsid w:val="00C3647F"/>
    <w:rsid w:val="00C3768B"/>
    <w:rsid w:val="00C42FE6"/>
    <w:rsid w:val="00C44F6A"/>
    <w:rsid w:val="00C4638F"/>
    <w:rsid w:val="00C52A78"/>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328E"/>
    <w:rsid w:val="00D4483A"/>
    <w:rsid w:val="00D45D38"/>
    <w:rsid w:val="00D50FE6"/>
    <w:rsid w:val="00D60CA0"/>
    <w:rsid w:val="00D60F69"/>
    <w:rsid w:val="00D6163D"/>
    <w:rsid w:val="00D701DC"/>
    <w:rsid w:val="00D831A3"/>
    <w:rsid w:val="00D97BE3"/>
    <w:rsid w:val="00DA3042"/>
    <w:rsid w:val="00DA3711"/>
    <w:rsid w:val="00DC664C"/>
    <w:rsid w:val="00DD04AC"/>
    <w:rsid w:val="00DD436E"/>
    <w:rsid w:val="00DD46F3"/>
    <w:rsid w:val="00DD4862"/>
    <w:rsid w:val="00DE0D9C"/>
    <w:rsid w:val="00DE2A7D"/>
    <w:rsid w:val="00DE56F2"/>
    <w:rsid w:val="00DF116D"/>
    <w:rsid w:val="00DF6851"/>
    <w:rsid w:val="00DF7604"/>
    <w:rsid w:val="00E0467D"/>
    <w:rsid w:val="00E16A61"/>
    <w:rsid w:val="00E16FF7"/>
    <w:rsid w:val="00E21FA2"/>
    <w:rsid w:val="00E2245C"/>
    <w:rsid w:val="00E23C4B"/>
    <w:rsid w:val="00E26D68"/>
    <w:rsid w:val="00E26EE8"/>
    <w:rsid w:val="00E37457"/>
    <w:rsid w:val="00E44045"/>
    <w:rsid w:val="00E51EEC"/>
    <w:rsid w:val="00E618C4"/>
    <w:rsid w:val="00E662E7"/>
    <w:rsid w:val="00E6776C"/>
    <w:rsid w:val="00E7415D"/>
    <w:rsid w:val="00E878EE"/>
    <w:rsid w:val="00E901A3"/>
    <w:rsid w:val="00E9238B"/>
    <w:rsid w:val="00E95943"/>
    <w:rsid w:val="00E975A0"/>
    <w:rsid w:val="00EA0D88"/>
    <w:rsid w:val="00EA3CE3"/>
    <w:rsid w:val="00EA585B"/>
    <w:rsid w:val="00EA6EC7"/>
    <w:rsid w:val="00EB104F"/>
    <w:rsid w:val="00EB46E5"/>
    <w:rsid w:val="00EB5207"/>
    <w:rsid w:val="00EC4504"/>
    <w:rsid w:val="00ED14BD"/>
    <w:rsid w:val="00EE7A4C"/>
    <w:rsid w:val="00EF6D64"/>
    <w:rsid w:val="00F016C7"/>
    <w:rsid w:val="00F022CF"/>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6389"/>
    <w:rsid w:val="00FD1109"/>
    <w:rsid w:val="00FE023E"/>
    <w:rsid w:val="00FE6AEC"/>
    <w:rsid w:val="00FF71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21.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7.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6.xml"/><Relationship Id="rId38"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5.xml"/><Relationship Id="rId37" Type="http://schemas.openxmlformats.org/officeDocument/2006/relationships/header" Target="header6.xml"/><Relationship Id="rId40" Type="http://schemas.openxmlformats.org/officeDocument/2006/relationships/fontTable" Target="fontTable.xml"/><Relationship Id="rId45"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9.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27B6E21-708A-4BB4-9C8A-8370E85DF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40</TotalTime>
  <Pages>33</Pages>
  <Words>5782</Words>
  <Characters>34116</Characters>
  <Application>Microsoft Office Word</Application>
  <DocSecurity>0</DocSecurity>
  <Lines>284</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Brožková Jana</cp:lastModifiedBy>
  <cp:revision>6</cp:revision>
  <cp:lastPrinted>2021-01-18T09:00:00Z</cp:lastPrinted>
  <dcterms:created xsi:type="dcterms:W3CDTF">2023-01-11T10:29:00Z</dcterms:created>
  <dcterms:modified xsi:type="dcterms:W3CDTF">2023-01-11T12:03:00Z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